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74B4" w:rsidRDefault="003D434E" w:rsidP="003D434E">
      <w:pPr>
        <w:pStyle w:val="Titre1"/>
        <w:jc w:val="center"/>
      </w:pPr>
      <w:r>
        <w:t>Le passé composé théorie</w:t>
      </w:r>
    </w:p>
    <w:p w:rsidR="003D434E" w:rsidRDefault="003D434E" w:rsidP="003D434E"/>
    <w:p w:rsidR="003D434E" w:rsidRDefault="003D434E" w:rsidP="003D434E">
      <w:r w:rsidRPr="003A63FD">
        <w:t xml:space="preserve">Le passé composé est constitué d’une </w:t>
      </w:r>
      <w:r w:rsidRPr="003A63FD">
        <w:rPr>
          <w:color w:val="00B050"/>
        </w:rPr>
        <w:t>auxiliaire</w:t>
      </w:r>
      <w:r w:rsidRPr="003A63FD">
        <w:t xml:space="preserve"> et d’un </w:t>
      </w:r>
      <w:r w:rsidRPr="003A63FD">
        <w:rPr>
          <w:color w:val="00B0F0"/>
        </w:rPr>
        <w:t>participe passé</w:t>
      </w:r>
      <w:r w:rsidRPr="003A63FD">
        <w:t xml:space="preserve">. </w:t>
      </w:r>
    </w:p>
    <w:p w:rsidR="003A63FD" w:rsidRDefault="003A63FD" w:rsidP="003D434E"/>
    <w:p w:rsidR="003A63FD" w:rsidRPr="003A63FD" w:rsidRDefault="003A63FD" w:rsidP="003D434E">
      <w:r>
        <w:t xml:space="preserve">Avec </w:t>
      </w:r>
      <w:r w:rsidRPr="003A63FD">
        <w:rPr>
          <w:color w:val="00B050"/>
        </w:rPr>
        <w:t xml:space="preserve">l’auxiliaire « avoir », </w:t>
      </w:r>
      <w:r>
        <w:t xml:space="preserve">le </w:t>
      </w:r>
      <w:r w:rsidRPr="003A63FD">
        <w:rPr>
          <w:color w:val="00B0F0"/>
        </w:rPr>
        <w:t>participe passé</w:t>
      </w:r>
      <w:r>
        <w:t xml:space="preserve"> ne </w:t>
      </w:r>
      <w:r w:rsidRPr="003A63FD">
        <w:rPr>
          <w:b/>
          <w:bCs/>
        </w:rPr>
        <w:t>s’accorde pas</w:t>
      </w:r>
      <w:r>
        <w:t xml:space="preserve"> en 7-8P. </w:t>
      </w:r>
    </w:p>
    <w:p w:rsidR="0021779D" w:rsidRPr="003A63FD" w:rsidRDefault="0021779D" w:rsidP="003D434E"/>
    <w:p w:rsidR="0021779D" w:rsidRDefault="0021779D" w:rsidP="003D434E">
      <w:r>
        <w:t>Exemple</w:t>
      </w:r>
      <w:r w:rsidR="00647C43">
        <w:t xml:space="preserve"> : </w:t>
      </w:r>
      <w:r>
        <w:t xml:space="preserve">verbe </w:t>
      </w:r>
      <w:r w:rsidRPr="007D39B0">
        <w:rPr>
          <w:color w:val="FF0000"/>
        </w:rPr>
        <w:t>manger</w:t>
      </w:r>
    </w:p>
    <w:p w:rsidR="003D434E" w:rsidRDefault="003D434E" w:rsidP="003D434E"/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397"/>
        <w:gridCol w:w="2127"/>
        <w:gridCol w:w="3543"/>
      </w:tblGrid>
      <w:tr w:rsidR="003D434E" w:rsidTr="00FF0FFE">
        <w:trPr>
          <w:trHeight w:val="680"/>
        </w:trPr>
        <w:tc>
          <w:tcPr>
            <w:tcW w:w="3397" w:type="dxa"/>
            <w:vAlign w:val="center"/>
          </w:tcPr>
          <w:p w:rsidR="003D434E" w:rsidRDefault="003A63FD" w:rsidP="00FF0FFE">
            <w:proofErr w:type="gramStart"/>
            <w:r>
              <w:rPr>
                <w:color w:val="7030A0"/>
              </w:rPr>
              <w:t>p</w:t>
            </w:r>
            <w:r w:rsidR="003D434E" w:rsidRPr="003A63FD">
              <w:rPr>
                <w:color w:val="7030A0"/>
              </w:rPr>
              <w:t>ronom</w:t>
            </w:r>
            <w:proofErr w:type="gramEnd"/>
            <w:r w:rsidR="003D434E" w:rsidRPr="003A63FD">
              <w:rPr>
                <w:color w:val="7030A0"/>
              </w:rPr>
              <w:t xml:space="preserve"> personnel</w:t>
            </w:r>
          </w:p>
        </w:tc>
        <w:tc>
          <w:tcPr>
            <w:tcW w:w="2127" w:type="dxa"/>
            <w:vAlign w:val="center"/>
          </w:tcPr>
          <w:p w:rsidR="003D434E" w:rsidRPr="003A63FD" w:rsidRDefault="003A63FD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</w:t>
            </w:r>
            <w:r w:rsidR="003D434E" w:rsidRPr="003A63FD">
              <w:rPr>
                <w:color w:val="00B050"/>
              </w:rPr>
              <w:t>uxiliaire</w:t>
            </w:r>
            <w:proofErr w:type="gramEnd"/>
            <w:r w:rsidR="003D434E" w:rsidRPr="003A63FD">
              <w:rPr>
                <w:color w:val="00B050"/>
              </w:rPr>
              <w:t xml:space="preserve"> </w:t>
            </w:r>
            <w:r w:rsidR="003D434E" w:rsidRPr="003A63FD">
              <w:rPr>
                <w:b/>
                <w:bCs/>
                <w:color w:val="00B050"/>
              </w:rPr>
              <w:t>avoir</w:t>
            </w:r>
          </w:p>
        </w:tc>
        <w:tc>
          <w:tcPr>
            <w:tcW w:w="3543" w:type="dxa"/>
            <w:vAlign w:val="center"/>
          </w:tcPr>
          <w:p w:rsidR="003D434E" w:rsidRDefault="003A63FD" w:rsidP="00FF0FFE">
            <w:proofErr w:type="gramStart"/>
            <w:r>
              <w:rPr>
                <w:color w:val="00B0F0"/>
              </w:rPr>
              <w:t>p</w:t>
            </w:r>
            <w:r w:rsidR="003D434E" w:rsidRPr="003A63FD">
              <w:rPr>
                <w:color w:val="00B0F0"/>
              </w:rPr>
              <w:t>articipe</w:t>
            </w:r>
            <w:proofErr w:type="gramEnd"/>
            <w:r w:rsidR="003D434E" w:rsidRPr="003A63FD">
              <w:rPr>
                <w:color w:val="00B0F0"/>
              </w:rPr>
              <w:t xml:space="preserve"> passé du verbe</w:t>
            </w:r>
          </w:p>
        </w:tc>
      </w:tr>
      <w:tr w:rsidR="003D434E" w:rsidTr="00FF0FFE">
        <w:trPr>
          <w:trHeight w:val="680"/>
        </w:trPr>
        <w:tc>
          <w:tcPr>
            <w:tcW w:w="3397" w:type="dxa"/>
            <w:vAlign w:val="center"/>
          </w:tcPr>
          <w:p w:rsidR="003D434E" w:rsidRPr="003A63FD" w:rsidRDefault="003D434E" w:rsidP="00FF0FFE">
            <w:pPr>
              <w:rPr>
                <w:color w:val="7030A0"/>
              </w:rPr>
            </w:pPr>
            <w:proofErr w:type="gramStart"/>
            <w:r w:rsidRPr="003A63FD">
              <w:rPr>
                <w:color w:val="7030A0"/>
              </w:rPr>
              <w:t>j</w:t>
            </w:r>
            <w:proofErr w:type="gramEnd"/>
            <w:r w:rsidRPr="003A63FD">
              <w:rPr>
                <w:color w:val="7030A0"/>
              </w:rPr>
              <w:t>’</w:t>
            </w:r>
          </w:p>
        </w:tc>
        <w:tc>
          <w:tcPr>
            <w:tcW w:w="2127" w:type="dxa"/>
            <w:vAlign w:val="center"/>
          </w:tcPr>
          <w:p w:rsidR="003D434E" w:rsidRPr="003A63FD" w:rsidRDefault="003D434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ai</w:t>
            </w:r>
            <w:proofErr w:type="gramEnd"/>
          </w:p>
        </w:tc>
        <w:tc>
          <w:tcPr>
            <w:tcW w:w="3543" w:type="dxa"/>
            <w:vAlign w:val="center"/>
          </w:tcPr>
          <w:p w:rsidR="003D434E" w:rsidRDefault="0021779D" w:rsidP="00FF0FFE">
            <w:proofErr w:type="gramStart"/>
            <w:r>
              <w:t>mangé</w:t>
            </w:r>
            <w:proofErr w:type="gramEnd"/>
          </w:p>
        </w:tc>
      </w:tr>
      <w:tr w:rsidR="003D434E" w:rsidTr="00FF0FFE">
        <w:trPr>
          <w:trHeight w:val="680"/>
        </w:trPr>
        <w:tc>
          <w:tcPr>
            <w:tcW w:w="3397" w:type="dxa"/>
            <w:vAlign w:val="center"/>
          </w:tcPr>
          <w:p w:rsidR="003D434E" w:rsidRPr="003A63FD" w:rsidRDefault="003D434E" w:rsidP="00FF0FFE">
            <w:pPr>
              <w:rPr>
                <w:color w:val="7030A0"/>
              </w:rPr>
            </w:pPr>
            <w:proofErr w:type="gramStart"/>
            <w:r w:rsidRPr="003A63FD">
              <w:rPr>
                <w:color w:val="7030A0"/>
              </w:rPr>
              <w:t>tu</w:t>
            </w:r>
            <w:proofErr w:type="gramEnd"/>
          </w:p>
        </w:tc>
        <w:tc>
          <w:tcPr>
            <w:tcW w:w="2127" w:type="dxa"/>
            <w:vAlign w:val="center"/>
          </w:tcPr>
          <w:p w:rsidR="003D434E" w:rsidRPr="003A63FD" w:rsidRDefault="003D434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as</w:t>
            </w:r>
            <w:proofErr w:type="gramEnd"/>
          </w:p>
        </w:tc>
        <w:tc>
          <w:tcPr>
            <w:tcW w:w="3543" w:type="dxa"/>
            <w:vAlign w:val="center"/>
          </w:tcPr>
          <w:p w:rsidR="003D434E" w:rsidRDefault="0021779D" w:rsidP="00FF0FFE">
            <w:proofErr w:type="gramStart"/>
            <w:r>
              <w:t>mangé</w:t>
            </w:r>
            <w:proofErr w:type="gramEnd"/>
          </w:p>
        </w:tc>
      </w:tr>
      <w:tr w:rsidR="003D434E" w:rsidTr="00FF0FFE">
        <w:trPr>
          <w:trHeight w:val="680"/>
        </w:trPr>
        <w:tc>
          <w:tcPr>
            <w:tcW w:w="3397" w:type="dxa"/>
            <w:vAlign w:val="center"/>
          </w:tcPr>
          <w:p w:rsidR="003D434E" w:rsidRPr="003A63FD" w:rsidRDefault="003D434E" w:rsidP="00FF0FFE">
            <w:pPr>
              <w:rPr>
                <w:color w:val="7030A0"/>
              </w:rPr>
            </w:pPr>
            <w:proofErr w:type="gramStart"/>
            <w:r w:rsidRPr="003A63FD">
              <w:rPr>
                <w:color w:val="7030A0"/>
              </w:rPr>
              <w:t>il</w:t>
            </w:r>
            <w:proofErr w:type="gramEnd"/>
          </w:p>
        </w:tc>
        <w:tc>
          <w:tcPr>
            <w:tcW w:w="2127" w:type="dxa"/>
            <w:vAlign w:val="center"/>
          </w:tcPr>
          <w:p w:rsidR="003D434E" w:rsidRPr="003A63FD" w:rsidRDefault="003D434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</w:t>
            </w:r>
            <w:proofErr w:type="gramEnd"/>
          </w:p>
        </w:tc>
        <w:tc>
          <w:tcPr>
            <w:tcW w:w="3543" w:type="dxa"/>
            <w:vAlign w:val="center"/>
          </w:tcPr>
          <w:p w:rsidR="003D434E" w:rsidRDefault="0021779D" w:rsidP="00FF0FFE">
            <w:proofErr w:type="gramStart"/>
            <w:r>
              <w:t>mangé</w:t>
            </w:r>
            <w:proofErr w:type="gramEnd"/>
          </w:p>
        </w:tc>
      </w:tr>
      <w:tr w:rsidR="003D434E" w:rsidTr="00FF0FFE">
        <w:trPr>
          <w:trHeight w:val="680"/>
        </w:trPr>
        <w:tc>
          <w:tcPr>
            <w:tcW w:w="3397" w:type="dxa"/>
            <w:vAlign w:val="center"/>
          </w:tcPr>
          <w:p w:rsidR="003D434E" w:rsidRPr="003A63FD" w:rsidRDefault="003D434E" w:rsidP="00FF0FFE">
            <w:pPr>
              <w:rPr>
                <w:color w:val="7030A0"/>
              </w:rPr>
            </w:pPr>
            <w:proofErr w:type="gramStart"/>
            <w:r w:rsidRPr="003A63FD">
              <w:rPr>
                <w:color w:val="7030A0"/>
              </w:rPr>
              <w:t>elle</w:t>
            </w:r>
            <w:proofErr w:type="gramEnd"/>
          </w:p>
        </w:tc>
        <w:tc>
          <w:tcPr>
            <w:tcW w:w="2127" w:type="dxa"/>
            <w:vAlign w:val="center"/>
          </w:tcPr>
          <w:p w:rsidR="003D434E" w:rsidRPr="003A63FD" w:rsidRDefault="003D434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</w:t>
            </w:r>
            <w:proofErr w:type="gramEnd"/>
          </w:p>
        </w:tc>
        <w:tc>
          <w:tcPr>
            <w:tcW w:w="3543" w:type="dxa"/>
            <w:vAlign w:val="center"/>
          </w:tcPr>
          <w:p w:rsidR="003D434E" w:rsidRDefault="0021779D" w:rsidP="00FF0FFE">
            <w:proofErr w:type="gramStart"/>
            <w:r>
              <w:t>mangé</w:t>
            </w:r>
            <w:proofErr w:type="gramEnd"/>
          </w:p>
        </w:tc>
      </w:tr>
      <w:tr w:rsidR="003D434E" w:rsidTr="00FF0FFE">
        <w:trPr>
          <w:trHeight w:val="680"/>
        </w:trPr>
        <w:tc>
          <w:tcPr>
            <w:tcW w:w="3397" w:type="dxa"/>
            <w:vAlign w:val="center"/>
          </w:tcPr>
          <w:p w:rsidR="003D434E" w:rsidRDefault="0056293E" w:rsidP="00FF0FFE">
            <w:proofErr w:type="gramStart"/>
            <w:r w:rsidRPr="003A63FD">
              <w:rPr>
                <w:color w:val="7030A0"/>
              </w:rPr>
              <w:t>on</w:t>
            </w:r>
            <w:proofErr w:type="gramEnd"/>
            <w:r>
              <w:t xml:space="preserve"> (que des filles)</w:t>
            </w:r>
          </w:p>
        </w:tc>
        <w:tc>
          <w:tcPr>
            <w:tcW w:w="2127" w:type="dxa"/>
            <w:vAlign w:val="center"/>
          </w:tcPr>
          <w:p w:rsidR="003D434E" w:rsidRPr="003A63FD" w:rsidRDefault="003D434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</w:t>
            </w:r>
            <w:proofErr w:type="gramEnd"/>
          </w:p>
        </w:tc>
        <w:tc>
          <w:tcPr>
            <w:tcW w:w="3543" w:type="dxa"/>
            <w:vAlign w:val="center"/>
          </w:tcPr>
          <w:p w:rsidR="003D434E" w:rsidRDefault="0021779D" w:rsidP="00FF0FFE">
            <w:proofErr w:type="gramStart"/>
            <w:r>
              <w:t>mangé</w:t>
            </w:r>
            <w:proofErr w:type="gramEnd"/>
          </w:p>
        </w:tc>
      </w:tr>
      <w:tr w:rsidR="0056293E" w:rsidTr="00FF0FFE">
        <w:trPr>
          <w:trHeight w:val="680"/>
        </w:trPr>
        <w:tc>
          <w:tcPr>
            <w:tcW w:w="3397" w:type="dxa"/>
            <w:vAlign w:val="center"/>
          </w:tcPr>
          <w:p w:rsidR="0056293E" w:rsidRDefault="0056293E" w:rsidP="00FF0FFE">
            <w:proofErr w:type="gramStart"/>
            <w:r w:rsidRPr="003A63FD">
              <w:rPr>
                <w:color w:val="7030A0"/>
              </w:rPr>
              <w:t>on</w:t>
            </w:r>
            <w:proofErr w:type="gramEnd"/>
            <w:r w:rsidRPr="003A63FD">
              <w:rPr>
                <w:color w:val="7030A0"/>
              </w:rPr>
              <w:t xml:space="preserve"> </w:t>
            </w:r>
            <w:r>
              <w:t>(garçons et filles)</w:t>
            </w:r>
          </w:p>
        </w:tc>
        <w:tc>
          <w:tcPr>
            <w:tcW w:w="2127" w:type="dxa"/>
            <w:vAlign w:val="center"/>
          </w:tcPr>
          <w:p w:rsidR="0056293E" w:rsidRPr="003A63FD" w:rsidRDefault="00FF0FF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</w:t>
            </w:r>
            <w:proofErr w:type="gramEnd"/>
          </w:p>
        </w:tc>
        <w:tc>
          <w:tcPr>
            <w:tcW w:w="3543" w:type="dxa"/>
            <w:vAlign w:val="center"/>
          </w:tcPr>
          <w:p w:rsidR="0056293E" w:rsidRDefault="0021779D" w:rsidP="00FF0FFE">
            <w:proofErr w:type="gramStart"/>
            <w:r>
              <w:t>mangé</w:t>
            </w:r>
            <w:proofErr w:type="gramEnd"/>
          </w:p>
        </w:tc>
      </w:tr>
      <w:tr w:rsidR="0056293E" w:rsidTr="00FF0FFE">
        <w:trPr>
          <w:trHeight w:val="680"/>
        </w:trPr>
        <w:tc>
          <w:tcPr>
            <w:tcW w:w="3397" w:type="dxa"/>
            <w:vAlign w:val="center"/>
          </w:tcPr>
          <w:p w:rsidR="0056293E" w:rsidRDefault="0056293E" w:rsidP="00FF0FFE">
            <w:proofErr w:type="gramStart"/>
            <w:r w:rsidRPr="003A63FD">
              <w:rPr>
                <w:color w:val="7030A0"/>
              </w:rPr>
              <w:t>on</w:t>
            </w:r>
            <w:proofErr w:type="gramEnd"/>
            <w:r>
              <w:t xml:space="preserve"> (que des garçons)</w:t>
            </w:r>
          </w:p>
        </w:tc>
        <w:tc>
          <w:tcPr>
            <w:tcW w:w="2127" w:type="dxa"/>
            <w:vAlign w:val="center"/>
          </w:tcPr>
          <w:p w:rsidR="0056293E" w:rsidRPr="003A63FD" w:rsidRDefault="00FF0FF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</w:t>
            </w:r>
            <w:proofErr w:type="gramEnd"/>
          </w:p>
        </w:tc>
        <w:tc>
          <w:tcPr>
            <w:tcW w:w="3543" w:type="dxa"/>
            <w:vAlign w:val="center"/>
          </w:tcPr>
          <w:p w:rsidR="0056293E" w:rsidRDefault="0021779D" w:rsidP="00FF0FFE">
            <w:proofErr w:type="gramStart"/>
            <w:r>
              <w:t>mangé</w:t>
            </w:r>
            <w:proofErr w:type="gramEnd"/>
          </w:p>
        </w:tc>
      </w:tr>
      <w:tr w:rsidR="003D434E" w:rsidTr="00FF0FFE">
        <w:trPr>
          <w:trHeight w:val="680"/>
        </w:trPr>
        <w:tc>
          <w:tcPr>
            <w:tcW w:w="3397" w:type="dxa"/>
            <w:vAlign w:val="center"/>
          </w:tcPr>
          <w:p w:rsidR="003D434E" w:rsidRDefault="0056293E" w:rsidP="00FF0FFE">
            <w:proofErr w:type="gramStart"/>
            <w:r w:rsidRPr="003A63FD">
              <w:rPr>
                <w:color w:val="7030A0"/>
              </w:rPr>
              <w:t>n</w:t>
            </w:r>
            <w:r w:rsidR="003D434E" w:rsidRPr="003A63FD">
              <w:rPr>
                <w:color w:val="7030A0"/>
              </w:rPr>
              <w:t>ous</w:t>
            </w:r>
            <w:proofErr w:type="gramEnd"/>
            <w:r>
              <w:t xml:space="preserve"> (que des filles)</w:t>
            </w:r>
          </w:p>
        </w:tc>
        <w:tc>
          <w:tcPr>
            <w:tcW w:w="2127" w:type="dxa"/>
            <w:vAlign w:val="center"/>
          </w:tcPr>
          <w:p w:rsidR="003D434E" w:rsidRPr="003A63FD" w:rsidRDefault="003D434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avons</w:t>
            </w:r>
            <w:proofErr w:type="gramEnd"/>
          </w:p>
        </w:tc>
        <w:tc>
          <w:tcPr>
            <w:tcW w:w="3543" w:type="dxa"/>
            <w:vAlign w:val="center"/>
          </w:tcPr>
          <w:p w:rsidR="003D434E" w:rsidRDefault="0021779D" w:rsidP="00FF0FFE">
            <w:proofErr w:type="gramStart"/>
            <w:r>
              <w:t>mangé</w:t>
            </w:r>
            <w:proofErr w:type="gramEnd"/>
          </w:p>
        </w:tc>
      </w:tr>
      <w:tr w:rsidR="0056293E" w:rsidTr="00FF0FFE">
        <w:trPr>
          <w:trHeight w:val="680"/>
        </w:trPr>
        <w:tc>
          <w:tcPr>
            <w:tcW w:w="3397" w:type="dxa"/>
            <w:vAlign w:val="center"/>
          </w:tcPr>
          <w:p w:rsidR="0056293E" w:rsidRDefault="0056293E" w:rsidP="00FF0FFE">
            <w:proofErr w:type="gramStart"/>
            <w:r w:rsidRPr="003A63FD">
              <w:rPr>
                <w:color w:val="7030A0"/>
              </w:rPr>
              <w:t>nous</w:t>
            </w:r>
            <w:proofErr w:type="gramEnd"/>
            <w:r>
              <w:t xml:space="preserve"> (garçons et filles)</w:t>
            </w:r>
          </w:p>
        </w:tc>
        <w:tc>
          <w:tcPr>
            <w:tcW w:w="2127" w:type="dxa"/>
            <w:vAlign w:val="center"/>
          </w:tcPr>
          <w:p w:rsidR="0056293E" w:rsidRPr="003A63FD" w:rsidRDefault="00FF0FF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avons</w:t>
            </w:r>
            <w:proofErr w:type="gramEnd"/>
          </w:p>
        </w:tc>
        <w:tc>
          <w:tcPr>
            <w:tcW w:w="3543" w:type="dxa"/>
            <w:vAlign w:val="center"/>
          </w:tcPr>
          <w:p w:rsidR="0056293E" w:rsidRDefault="0021779D" w:rsidP="00FF0FFE">
            <w:proofErr w:type="gramStart"/>
            <w:r>
              <w:t>mangé</w:t>
            </w:r>
            <w:proofErr w:type="gramEnd"/>
          </w:p>
        </w:tc>
      </w:tr>
      <w:tr w:rsidR="0056293E" w:rsidTr="00FF0FFE">
        <w:trPr>
          <w:trHeight w:val="680"/>
        </w:trPr>
        <w:tc>
          <w:tcPr>
            <w:tcW w:w="3397" w:type="dxa"/>
            <w:vAlign w:val="center"/>
          </w:tcPr>
          <w:p w:rsidR="0056293E" w:rsidRDefault="0056293E" w:rsidP="00FF0FFE">
            <w:proofErr w:type="gramStart"/>
            <w:r w:rsidRPr="003A63FD">
              <w:rPr>
                <w:color w:val="7030A0"/>
              </w:rPr>
              <w:t>nous</w:t>
            </w:r>
            <w:proofErr w:type="gramEnd"/>
            <w:r>
              <w:t xml:space="preserve"> (que des garçons)</w:t>
            </w:r>
          </w:p>
        </w:tc>
        <w:tc>
          <w:tcPr>
            <w:tcW w:w="2127" w:type="dxa"/>
            <w:vAlign w:val="center"/>
          </w:tcPr>
          <w:p w:rsidR="0056293E" w:rsidRPr="003A63FD" w:rsidRDefault="00FF0FF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avons</w:t>
            </w:r>
            <w:proofErr w:type="gramEnd"/>
          </w:p>
        </w:tc>
        <w:tc>
          <w:tcPr>
            <w:tcW w:w="3543" w:type="dxa"/>
            <w:vAlign w:val="center"/>
          </w:tcPr>
          <w:p w:rsidR="0056293E" w:rsidRDefault="0021779D" w:rsidP="00FF0FFE">
            <w:proofErr w:type="gramStart"/>
            <w:r>
              <w:t>mangé</w:t>
            </w:r>
            <w:proofErr w:type="gramEnd"/>
          </w:p>
        </w:tc>
      </w:tr>
      <w:tr w:rsidR="003D434E" w:rsidTr="00FF0FFE">
        <w:trPr>
          <w:trHeight w:val="680"/>
        </w:trPr>
        <w:tc>
          <w:tcPr>
            <w:tcW w:w="3397" w:type="dxa"/>
            <w:vAlign w:val="center"/>
          </w:tcPr>
          <w:p w:rsidR="003D434E" w:rsidRDefault="0056293E" w:rsidP="00FF0FFE">
            <w:proofErr w:type="gramStart"/>
            <w:r w:rsidRPr="003A63FD">
              <w:rPr>
                <w:color w:val="7030A0"/>
              </w:rPr>
              <w:t>v</w:t>
            </w:r>
            <w:r w:rsidR="003D434E" w:rsidRPr="003A63FD">
              <w:rPr>
                <w:color w:val="7030A0"/>
              </w:rPr>
              <w:t>ous</w:t>
            </w:r>
            <w:proofErr w:type="gramEnd"/>
            <w:r>
              <w:t xml:space="preserve"> (que des filles)</w:t>
            </w:r>
          </w:p>
        </w:tc>
        <w:tc>
          <w:tcPr>
            <w:tcW w:w="2127" w:type="dxa"/>
            <w:vAlign w:val="center"/>
          </w:tcPr>
          <w:p w:rsidR="003D434E" w:rsidRPr="003A63FD" w:rsidRDefault="003D434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avez</w:t>
            </w:r>
            <w:proofErr w:type="gramEnd"/>
          </w:p>
        </w:tc>
        <w:tc>
          <w:tcPr>
            <w:tcW w:w="3543" w:type="dxa"/>
            <w:vAlign w:val="center"/>
          </w:tcPr>
          <w:p w:rsidR="003D434E" w:rsidRDefault="0021779D" w:rsidP="00FF0FFE">
            <w:proofErr w:type="gramStart"/>
            <w:r>
              <w:t>mangé</w:t>
            </w:r>
            <w:proofErr w:type="gramEnd"/>
          </w:p>
        </w:tc>
      </w:tr>
      <w:tr w:rsidR="0056293E" w:rsidTr="00FF0FFE">
        <w:trPr>
          <w:trHeight w:val="680"/>
        </w:trPr>
        <w:tc>
          <w:tcPr>
            <w:tcW w:w="3397" w:type="dxa"/>
            <w:vAlign w:val="center"/>
          </w:tcPr>
          <w:p w:rsidR="0056293E" w:rsidRDefault="0056293E" w:rsidP="00FF0FFE">
            <w:proofErr w:type="gramStart"/>
            <w:r w:rsidRPr="003A63FD">
              <w:rPr>
                <w:color w:val="7030A0"/>
              </w:rPr>
              <w:t>vous</w:t>
            </w:r>
            <w:proofErr w:type="gramEnd"/>
            <w:r>
              <w:t xml:space="preserve"> (garçons et filles)</w:t>
            </w:r>
          </w:p>
        </w:tc>
        <w:tc>
          <w:tcPr>
            <w:tcW w:w="2127" w:type="dxa"/>
            <w:vAlign w:val="center"/>
          </w:tcPr>
          <w:p w:rsidR="0056293E" w:rsidRPr="003A63FD" w:rsidRDefault="00FF0FF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avez</w:t>
            </w:r>
            <w:proofErr w:type="gramEnd"/>
          </w:p>
        </w:tc>
        <w:tc>
          <w:tcPr>
            <w:tcW w:w="3543" w:type="dxa"/>
            <w:vAlign w:val="center"/>
          </w:tcPr>
          <w:p w:rsidR="0056293E" w:rsidRDefault="0021779D" w:rsidP="00FF0FFE">
            <w:proofErr w:type="gramStart"/>
            <w:r>
              <w:t>mangé</w:t>
            </w:r>
            <w:proofErr w:type="gramEnd"/>
          </w:p>
        </w:tc>
      </w:tr>
      <w:tr w:rsidR="0056293E" w:rsidTr="00FF0FFE">
        <w:trPr>
          <w:trHeight w:val="680"/>
        </w:trPr>
        <w:tc>
          <w:tcPr>
            <w:tcW w:w="3397" w:type="dxa"/>
            <w:vAlign w:val="center"/>
          </w:tcPr>
          <w:p w:rsidR="0056293E" w:rsidRDefault="0056293E" w:rsidP="00FF0FFE">
            <w:proofErr w:type="gramStart"/>
            <w:r w:rsidRPr="003A63FD">
              <w:rPr>
                <w:color w:val="7030A0"/>
              </w:rPr>
              <w:t>vous</w:t>
            </w:r>
            <w:proofErr w:type="gramEnd"/>
            <w:r>
              <w:t xml:space="preserve"> (que des garçons)</w:t>
            </w:r>
          </w:p>
        </w:tc>
        <w:tc>
          <w:tcPr>
            <w:tcW w:w="2127" w:type="dxa"/>
            <w:vAlign w:val="center"/>
          </w:tcPr>
          <w:p w:rsidR="0056293E" w:rsidRPr="003A63FD" w:rsidRDefault="00FF0FF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avez</w:t>
            </w:r>
            <w:proofErr w:type="gramEnd"/>
          </w:p>
        </w:tc>
        <w:tc>
          <w:tcPr>
            <w:tcW w:w="3543" w:type="dxa"/>
            <w:vAlign w:val="center"/>
          </w:tcPr>
          <w:p w:rsidR="0056293E" w:rsidRDefault="0021779D" w:rsidP="00FF0FFE">
            <w:proofErr w:type="gramStart"/>
            <w:r>
              <w:t>mangé</w:t>
            </w:r>
            <w:proofErr w:type="gramEnd"/>
          </w:p>
        </w:tc>
      </w:tr>
      <w:tr w:rsidR="003D434E" w:rsidTr="00FF0FFE">
        <w:trPr>
          <w:trHeight w:val="680"/>
        </w:trPr>
        <w:tc>
          <w:tcPr>
            <w:tcW w:w="3397" w:type="dxa"/>
            <w:vAlign w:val="center"/>
          </w:tcPr>
          <w:p w:rsidR="003D434E" w:rsidRDefault="003D434E" w:rsidP="00FF0FFE">
            <w:proofErr w:type="gramStart"/>
            <w:r w:rsidRPr="003A63FD">
              <w:rPr>
                <w:color w:val="7030A0"/>
              </w:rPr>
              <w:t>ils</w:t>
            </w:r>
            <w:proofErr w:type="gramEnd"/>
          </w:p>
        </w:tc>
        <w:tc>
          <w:tcPr>
            <w:tcW w:w="2127" w:type="dxa"/>
            <w:vAlign w:val="center"/>
          </w:tcPr>
          <w:p w:rsidR="003D434E" w:rsidRPr="003A63FD" w:rsidRDefault="003D434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ont</w:t>
            </w:r>
            <w:proofErr w:type="gramEnd"/>
          </w:p>
        </w:tc>
        <w:tc>
          <w:tcPr>
            <w:tcW w:w="3543" w:type="dxa"/>
            <w:vAlign w:val="center"/>
          </w:tcPr>
          <w:p w:rsidR="003D434E" w:rsidRDefault="0021779D" w:rsidP="00FF0FFE">
            <w:proofErr w:type="gramStart"/>
            <w:r>
              <w:t>mangé</w:t>
            </w:r>
            <w:proofErr w:type="gramEnd"/>
          </w:p>
        </w:tc>
      </w:tr>
      <w:tr w:rsidR="003D434E" w:rsidTr="00FF0FFE">
        <w:trPr>
          <w:trHeight w:val="680"/>
        </w:trPr>
        <w:tc>
          <w:tcPr>
            <w:tcW w:w="3397" w:type="dxa"/>
            <w:vAlign w:val="center"/>
          </w:tcPr>
          <w:p w:rsidR="003D434E" w:rsidRDefault="003D434E" w:rsidP="00FF0FFE">
            <w:proofErr w:type="gramStart"/>
            <w:r w:rsidRPr="003A63FD">
              <w:rPr>
                <w:color w:val="7030A0"/>
              </w:rPr>
              <w:t>elles</w:t>
            </w:r>
            <w:proofErr w:type="gramEnd"/>
          </w:p>
        </w:tc>
        <w:tc>
          <w:tcPr>
            <w:tcW w:w="2127" w:type="dxa"/>
            <w:vAlign w:val="center"/>
          </w:tcPr>
          <w:p w:rsidR="003D434E" w:rsidRPr="003A63FD" w:rsidRDefault="003D434E" w:rsidP="00FF0FFE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ont</w:t>
            </w:r>
            <w:proofErr w:type="gramEnd"/>
          </w:p>
        </w:tc>
        <w:tc>
          <w:tcPr>
            <w:tcW w:w="3543" w:type="dxa"/>
            <w:vAlign w:val="center"/>
          </w:tcPr>
          <w:p w:rsidR="003D434E" w:rsidRDefault="0021779D" w:rsidP="00FF0FFE">
            <w:proofErr w:type="gramStart"/>
            <w:r>
              <w:t>mangé</w:t>
            </w:r>
            <w:proofErr w:type="gramEnd"/>
          </w:p>
        </w:tc>
      </w:tr>
    </w:tbl>
    <w:p w:rsidR="0021779D" w:rsidRDefault="0021779D" w:rsidP="00FF0FFE">
      <w:r>
        <w:lastRenderedPageBreak/>
        <w:t>Avec l’</w:t>
      </w:r>
      <w:r w:rsidRPr="003A63FD">
        <w:rPr>
          <w:color w:val="00B050"/>
        </w:rPr>
        <w:t>auxiliaire être</w:t>
      </w:r>
      <w:r>
        <w:t xml:space="preserve">, le </w:t>
      </w:r>
      <w:r w:rsidRPr="003A63FD">
        <w:rPr>
          <w:color w:val="00B0F0"/>
        </w:rPr>
        <w:t>participe passé</w:t>
      </w:r>
      <w:r>
        <w:t xml:space="preserve"> </w:t>
      </w:r>
      <w:r w:rsidRPr="003A63FD">
        <w:rPr>
          <w:b/>
          <w:bCs/>
        </w:rPr>
        <w:t>s’accord</w:t>
      </w:r>
      <w:r w:rsidR="003A63FD" w:rsidRPr="003A63FD">
        <w:rPr>
          <w:b/>
          <w:bCs/>
        </w:rPr>
        <w:t>e</w:t>
      </w:r>
      <w:r w:rsidR="003A63FD">
        <w:t> :</w:t>
      </w:r>
      <w:r>
        <w:t xml:space="preserve"> </w:t>
      </w:r>
    </w:p>
    <w:p w:rsidR="0021779D" w:rsidRDefault="0021779D" w:rsidP="00FF0FFE">
      <w:proofErr w:type="gramStart"/>
      <w:r>
        <w:t>en</w:t>
      </w:r>
      <w:proofErr w:type="gramEnd"/>
      <w:r>
        <w:t xml:space="preserve"> genre (masculin </w:t>
      </w:r>
      <w:r w:rsidR="00647C43">
        <w:rPr>
          <w:noProof/>
        </w:rPr>
        <w:drawing>
          <wp:inline distT="0" distB="0" distL="0" distR="0">
            <wp:extent cx="150563" cy="291465"/>
            <wp:effectExtent l="0" t="0" r="1905" b="635"/>
            <wp:docPr id="1180745793" name="Graphique 1" descr="Homme et femm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745793" name="Graphique 1180745793" descr="Homme et femme avec un remplissage uni"/>
                    <pic:cNvPicPr/>
                  </pic:nvPicPr>
                  <pic:blipFill rotWithShape="1"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rcRect r="48342"/>
                    <a:stretch/>
                  </pic:blipFill>
                  <pic:spPr bwMode="auto">
                    <a:xfrm>
                      <a:off x="0" y="0"/>
                      <a:ext cx="158225" cy="306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/ féminin</w:t>
      </w:r>
      <w:r w:rsidR="00647C43">
        <w:t xml:space="preserve"> </w:t>
      </w:r>
      <w:r w:rsidR="00647C43">
        <w:rPr>
          <w:noProof/>
        </w:rPr>
        <w:drawing>
          <wp:inline distT="0" distB="0" distL="0" distR="0" wp14:anchorId="1083C3C0" wp14:editId="29F947C3">
            <wp:extent cx="151918" cy="291465"/>
            <wp:effectExtent l="0" t="0" r="0" b="635"/>
            <wp:docPr id="1869438556" name="Graphique 1" descr="Homme et femm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745793" name="Graphique 1180745793" descr="Homme et femme avec un remplissage uni"/>
                    <pic:cNvPicPr/>
                  </pic:nvPicPr>
                  <pic:blipFill rotWithShape="1"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rcRect l="47878"/>
                    <a:stretch/>
                  </pic:blipFill>
                  <pic:spPr bwMode="auto">
                    <a:xfrm>
                      <a:off x="0" y="0"/>
                      <a:ext cx="159649" cy="306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) et </w:t>
      </w:r>
    </w:p>
    <w:p w:rsidR="0021779D" w:rsidRDefault="00647C43" w:rsidP="00FF0FF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018B49" wp14:editId="6D4924CB">
                <wp:simplePos x="0" y="0"/>
                <wp:positionH relativeFrom="column">
                  <wp:posOffset>2334895</wp:posOffset>
                </wp:positionH>
                <wp:positionV relativeFrom="paragraph">
                  <wp:posOffset>78740</wp:posOffset>
                </wp:positionV>
                <wp:extent cx="45085" cy="45085"/>
                <wp:effectExtent l="0" t="0" r="18415" b="18415"/>
                <wp:wrapNone/>
                <wp:docPr id="1824302141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566683" id="Ellipse 3" o:spid="_x0000_s1026" style="position:absolute;margin-left:183.85pt;margin-top:6.2pt;width:3.55pt;height: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" fillcolor="#00b0f0" strokecolor="#00b0f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DC1FC4" wp14:editId="2DBB656A">
                <wp:simplePos x="0" y="0"/>
                <wp:positionH relativeFrom="column">
                  <wp:posOffset>2435839</wp:posOffset>
                </wp:positionH>
                <wp:positionV relativeFrom="paragraph">
                  <wp:posOffset>90170</wp:posOffset>
                </wp:positionV>
                <wp:extent cx="45085" cy="45085"/>
                <wp:effectExtent l="0" t="0" r="18415" b="18415"/>
                <wp:wrapNone/>
                <wp:docPr id="1070521524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6032AC" id="Ellipse 3" o:spid="_x0000_s1026" style="position:absolute;margin-left:191.8pt;margin-top:7.1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" fillcolor="#00b0f0" strokecolor="#00b0f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D6DC1C" wp14:editId="0DC6F0BF">
                <wp:simplePos x="0" y="0"/>
                <wp:positionH relativeFrom="column">
                  <wp:posOffset>2357781</wp:posOffset>
                </wp:positionH>
                <wp:positionV relativeFrom="paragraph">
                  <wp:posOffset>149332</wp:posOffset>
                </wp:positionV>
                <wp:extent cx="45085" cy="45085"/>
                <wp:effectExtent l="0" t="0" r="18415" b="18415"/>
                <wp:wrapNone/>
                <wp:docPr id="342987729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407C5D" id="Ellipse 3" o:spid="_x0000_s1026" style="position:absolute;margin-left:185.65pt;margin-top:11.7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" fillcolor="#00b0f0" strokecolor="#00b0f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103505</wp:posOffset>
                </wp:positionV>
                <wp:extent cx="45719" cy="45719"/>
                <wp:effectExtent l="0" t="0" r="18415" b="18415"/>
                <wp:wrapNone/>
                <wp:docPr id="114352976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79398C" id="Ellipse 3" o:spid="_x0000_s1026" style="position:absolute;margin-left:126.55pt;margin-top:8.15pt;width:3.6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" fillcolor="#00b0f0" strokecolor="#00b0f0" strokeweight="1pt">
                <v:stroke joinstyle="miter"/>
              </v:oval>
            </w:pict>
          </mc:Fallback>
        </mc:AlternateContent>
      </w:r>
      <w:proofErr w:type="gramStart"/>
      <w:r w:rsidR="0021779D">
        <w:t>en</w:t>
      </w:r>
      <w:proofErr w:type="gramEnd"/>
      <w:r w:rsidR="0021779D">
        <w:t xml:space="preserve"> nombre (singulier</w:t>
      </w:r>
      <w:r>
        <w:t xml:space="preserve"> </w:t>
      </w:r>
      <w:r w:rsidR="0021779D">
        <w:t xml:space="preserve"> / pluriel</w:t>
      </w:r>
      <w:r>
        <w:t xml:space="preserve">    </w:t>
      </w:r>
      <w:r w:rsidR="0021779D">
        <w:t>)</w:t>
      </w:r>
    </w:p>
    <w:p w:rsidR="0021779D" w:rsidRDefault="0021779D" w:rsidP="00FF0FFE"/>
    <w:p w:rsidR="0021779D" w:rsidRDefault="0021779D" w:rsidP="0021779D">
      <w:r>
        <w:t>Exemple</w:t>
      </w:r>
      <w:r w:rsidR="00647C43">
        <w:t xml:space="preserve"> : </w:t>
      </w:r>
      <w:r>
        <w:t xml:space="preserve">verbe </w:t>
      </w:r>
      <w:r w:rsidRPr="007D39B0">
        <w:rPr>
          <w:color w:val="FF0000"/>
        </w:rPr>
        <w:t>partir</w:t>
      </w:r>
    </w:p>
    <w:p w:rsidR="00FF0FFE" w:rsidRDefault="00FF0FFE" w:rsidP="00FF0FFE"/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397"/>
        <w:gridCol w:w="2127"/>
        <w:gridCol w:w="3543"/>
      </w:tblGrid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3A63FD" w:rsidP="002D70B6">
            <w:proofErr w:type="gramStart"/>
            <w:r>
              <w:rPr>
                <w:color w:val="7030A0"/>
              </w:rPr>
              <w:t>p</w:t>
            </w:r>
            <w:r w:rsidR="00FF0FFE" w:rsidRPr="003A63FD">
              <w:rPr>
                <w:color w:val="7030A0"/>
              </w:rPr>
              <w:t>ronom</w:t>
            </w:r>
            <w:proofErr w:type="gramEnd"/>
            <w:r w:rsidR="00FF0FFE" w:rsidRPr="003A63FD">
              <w:rPr>
                <w:color w:val="7030A0"/>
              </w:rPr>
              <w:t xml:space="preserve"> personnel</w:t>
            </w:r>
          </w:p>
        </w:tc>
        <w:tc>
          <w:tcPr>
            <w:tcW w:w="2127" w:type="dxa"/>
            <w:vAlign w:val="center"/>
          </w:tcPr>
          <w:p w:rsidR="00FF0FFE" w:rsidRPr="003A63FD" w:rsidRDefault="003A63FD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a</w:t>
            </w:r>
            <w:r w:rsidR="00FF0FFE" w:rsidRPr="003A63FD">
              <w:rPr>
                <w:color w:val="00B050"/>
              </w:rPr>
              <w:t>uxiliaire</w:t>
            </w:r>
            <w:proofErr w:type="gramEnd"/>
            <w:r w:rsidR="00FF0FFE" w:rsidRPr="003A63FD">
              <w:rPr>
                <w:color w:val="00B050"/>
              </w:rPr>
              <w:t xml:space="preserve"> </w:t>
            </w:r>
            <w:r w:rsidR="00FF0FFE" w:rsidRPr="003A63FD">
              <w:rPr>
                <w:b/>
                <w:bCs/>
                <w:color w:val="00B050"/>
              </w:rPr>
              <w:t>être</w:t>
            </w:r>
          </w:p>
        </w:tc>
        <w:tc>
          <w:tcPr>
            <w:tcW w:w="3543" w:type="dxa"/>
            <w:vAlign w:val="center"/>
          </w:tcPr>
          <w:p w:rsidR="00FF0FFE" w:rsidRDefault="003A63FD" w:rsidP="002D70B6">
            <w:proofErr w:type="gramStart"/>
            <w:r w:rsidRPr="003A63FD">
              <w:rPr>
                <w:color w:val="00B0F0"/>
              </w:rPr>
              <w:t>p</w:t>
            </w:r>
            <w:r w:rsidR="00FF0FFE" w:rsidRPr="003A63FD">
              <w:rPr>
                <w:color w:val="00B0F0"/>
              </w:rPr>
              <w:t>articipe</w:t>
            </w:r>
            <w:proofErr w:type="gramEnd"/>
            <w:r w:rsidR="00FF0FFE" w:rsidRPr="003A63FD">
              <w:rPr>
                <w:color w:val="00B0F0"/>
              </w:rPr>
              <w:t xml:space="preserve"> passé du verbe</w:t>
            </w:r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Pr="003A63FD" w:rsidRDefault="00FF0FFE" w:rsidP="002D70B6">
            <w:pPr>
              <w:rPr>
                <w:color w:val="7030A0"/>
              </w:rPr>
            </w:pPr>
            <w:proofErr w:type="gramStart"/>
            <w:r w:rsidRPr="003A63FD">
              <w:rPr>
                <w:color w:val="7030A0"/>
              </w:rPr>
              <w:t>je</w:t>
            </w:r>
            <w:proofErr w:type="gramEnd"/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suis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Pr="003A63FD" w:rsidRDefault="00FF0FFE" w:rsidP="002D70B6">
            <w:pPr>
              <w:rPr>
                <w:color w:val="7030A0"/>
              </w:rPr>
            </w:pPr>
            <w:proofErr w:type="gramStart"/>
            <w:r w:rsidRPr="003A63FD">
              <w:rPr>
                <w:color w:val="7030A0"/>
              </w:rPr>
              <w:t>tu</w:t>
            </w:r>
            <w:proofErr w:type="gramEnd"/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es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Pr="003A63FD" w:rsidRDefault="00FF0FFE" w:rsidP="002D70B6">
            <w:pPr>
              <w:rPr>
                <w:color w:val="7030A0"/>
              </w:rPr>
            </w:pPr>
            <w:proofErr w:type="gramStart"/>
            <w:r w:rsidRPr="003A63FD">
              <w:rPr>
                <w:color w:val="7030A0"/>
              </w:rPr>
              <w:t>il</w:t>
            </w:r>
            <w:proofErr w:type="gramEnd"/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est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Pr="003A63FD" w:rsidRDefault="00FF0FFE" w:rsidP="002D70B6">
            <w:pPr>
              <w:rPr>
                <w:color w:val="7030A0"/>
              </w:rPr>
            </w:pPr>
            <w:proofErr w:type="gramStart"/>
            <w:r w:rsidRPr="003A63FD">
              <w:rPr>
                <w:color w:val="7030A0"/>
              </w:rPr>
              <w:t>elle</w:t>
            </w:r>
            <w:proofErr w:type="gramEnd"/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est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r w:rsidRPr="003A63FD">
              <w:rPr>
                <w:color w:val="00B0F0"/>
              </w:rPr>
              <w:t>e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on</w:t>
            </w:r>
            <w:proofErr w:type="gramEnd"/>
            <w:r w:rsidRPr="003A63FD">
              <w:rPr>
                <w:color w:val="7030A0"/>
              </w:rPr>
              <w:t xml:space="preserve"> </w:t>
            </w:r>
            <w:r>
              <w:t>(que des filles)</w:t>
            </w:r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est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r w:rsidRPr="003A63FD">
              <w:rPr>
                <w:color w:val="00B0F0"/>
              </w:rPr>
              <w:t>e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on</w:t>
            </w:r>
            <w:proofErr w:type="gramEnd"/>
            <w:r>
              <w:t xml:space="preserve"> (garçons et filles)</w:t>
            </w:r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est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on</w:t>
            </w:r>
            <w:proofErr w:type="gramEnd"/>
            <w:r>
              <w:t xml:space="preserve"> (que des garçons)</w:t>
            </w:r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est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nous</w:t>
            </w:r>
            <w:proofErr w:type="gramEnd"/>
            <w:r>
              <w:t xml:space="preserve"> (que des filles)</w:t>
            </w:r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sommes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r w:rsidRPr="003A63FD">
              <w:rPr>
                <w:color w:val="00B0F0"/>
              </w:rPr>
              <w:t>es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nous</w:t>
            </w:r>
            <w:proofErr w:type="gramEnd"/>
            <w:r>
              <w:t xml:space="preserve"> (garçons et filles)</w:t>
            </w:r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sommes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r w:rsidRPr="003A63FD">
              <w:rPr>
                <w:color w:val="00B0F0"/>
              </w:rPr>
              <w:t>s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nous</w:t>
            </w:r>
            <w:proofErr w:type="gramEnd"/>
            <w:r>
              <w:t xml:space="preserve"> (que des garçons)</w:t>
            </w:r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sommes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r w:rsidRPr="003A63FD">
              <w:rPr>
                <w:color w:val="00B0F0"/>
              </w:rPr>
              <w:t>s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vous</w:t>
            </w:r>
            <w:proofErr w:type="gramEnd"/>
            <w:r>
              <w:t xml:space="preserve"> (que des filles)</w:t>
            </w:r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êtes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r w:rsidRPr="003A63FD">
              <w:rPr>
                <w:color w:val="00B0F0"/>
              </w:rPr>
              <w:t>es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vous</w:t>
            </w:r>
            <w:proofErr w:type="gramEnd"/>
            <w:r>
              <w:t xml:space="preserve"> (garçons et filles)</w:t>
            </w:r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êtes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r w:rsidRPr="003A63FD">
              <w:rPr>
                <w:color w:val="00B0F0"/>
              </w:rPr>
              <w:t>s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vous</w:t>
            </w:r>
            <w:proofErr w:type="gramEnd"/>
            <w:r>
              <w:t xml:space="preserve"> (que des garçons)</w:t>
            </w:r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êtes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r w:rsidRPr="003A63FD">
              <w:rPr>
                <w:color w:val="00B0F0"/>
              </w:rPr>
              <w:t>s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ils</w:t>
            </w:r>
            <w:proofErr w:type="gramEnd"/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sont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r w:rsidRPr="003A63FD">
              <w:rPr>
                <w:color w:val="00B0F0"/>
              </w:rPr>
              <w:t>s</w:t>
            </w:r>
            <w:proofErr w:type="gramEnd"/>
          </w:p>
        </w:tc>
      </w:tr>
      <w:tr w:rsidR="00FF0FFE" w:rsidTr="002D70B6">
        <w:trPr>
          <w:trHeight w:val="680"/>
        </w:trPr>
        <w:tc>
          <w:tcPr>
            <w:tcW w:w="3397" w:type="dxa"/>
            <w:vAlign w:val="center"/>
          </w:tcPr>
          <w:p w:rsidR="00FF0FFE" w:rsidRDefault="00FF0FFE" w:rsidP="002D70B6">
            <w:proofErr w:type="gramStart"/>
            <w:r w:rsidRPr="003A63FD">
              <w:rPr>
                <w:color w:val="7030A0"/>
              </w:rPr>
              <w:t>elles</w:t>
            </w:r>
            <w:proofErr w:type="gramEnd"/>
          </w:p>
        </w:tc>
        <w:tc>
          <w:tcPr>
            <w:tcW w:w="2127" w:type="dxa"/>
            <w:vAlign w:val="center"/>
          </w:tcPr>
          <w:p w:rsidR="00FF0FFE" w:rsidRPr="003A63FD" w:rsidRDefault="00FF0FFE" w:rsidP="002D70B6">
            <w:pPr>
              <w:rPr>
                <w:color w:val="00B050"/>
              </w:rPr>
            </w:pPr>
            <w:proofErr w:type="gramStart"/>
            <w:r w:rsidRPr="003A63FD">
              <w:rPr>
                <w:color w:val="00B050"/>
              </w:rPr>
              <w:t>sont</w:t>
            </w:r>
            <w:proofErr w:type="gramEnd"/>
          </w:p>
        </w:tc>
        <w:tc>
          <w:tcPr>
            <w:tcW w:w="3543" w:type="dxa"/>
            <w:vAlign w:val="center"/>
          </w:tcPr>
          <w:p w:rsidR="00FF0FFE" w:rsidRDefault="0021779D" w:rsidP="002D70B6">
            <w:proofErr w:type="gramStart"/>
            <w:r>
              <w:t>parti</w:t>
            </w:r>
            <w:r w:rsidRPr="003A63FD">
              <w:rPr>
                <w:color w:val="00B0F0"/>
              </w:rPr>
              <w:t>es</w:t>
            </w:r>
            <w:proofErr w:type="gramEnd"/>
          </w:p>
        </w:tc>
      </w:tr>
    </w:tbl>
    <w:p w:rsidR="006174B4" w:rsidRDefault="006174B4" w:rsidP="006174B4"/>
    <w:p w:rsidR="006174B4" w:rsidRPr="006174B4" w:rsidRDefault="006174B4" w:rsidP="006174B4">
      <w:r>
        <w:tab/>
      </w:r>
    </w:p>
    <w:sectPr w:rsidR="006174B4" w:rsidRPr="006174B4" w:rsidSect="006174B4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A67E9" w:rsidRDefault="00FA67E9" w:rsidP="006174B4">
      <w:r>
        <w:separator/>
      </w:r>
    </w:p>
  </w:endnote>
  <w:endnote w:type="continuationSeparator" w:id="0">
    <w:p w:rsidR="00FA67E9" w:rsidRDefault="00FA67E9" w:rsidP="0061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1159502304"/>
      <w:docPartObj>
        <w:docPartGallery w:val="Page Numbers (Bottom of Page)"/>
        <w:docPartUnique/>
      </w:docPartObj>
    </w:sdtPr>
    <w:sdtContent>
      <w:p w:rsidR="00547903" w:rsidRDefault="00547903" w:rsidP="007C5F75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7963D0" w:rsidRDefault="007963D0" w:rsidP="00547903">
    <w:pPr>
      <w:pStyle w:val="Pieddepage"/>
      <w:ind w:right="360"/>
      <w:rPr>
        <w:rStyle w:val="Numrodepage"/>
      </w:rPr>
    </w:pPr>
  </w:p>
  <w:p w:rsidR="007963D0" w:rsidRDefault="007963D0" w:rsidP="006174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2124334982"/>
      <w:docPartObj>
        <w:docPartGallery w:val="Page Numbers (Bottom of Page)"/>
        <w:docPartUnique/>
      </w:docPartObj>
    </w:sdtPr>
    <w:sdtContent>
      <w:p w:rsidR="00547903" w:rsidRDefault="00547903" w:rsidP="007C5F75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1711454784"/>
      <w:docPartObj>
        <w:docPartGallery w:val="Page Numbers (Bottom of Page)"/>
        <w:docPartUnique/>
      </w:docPartObj>
    </w:sdtPr>
    <w:sdtEndPr>
      <w:rPr>
        <w:rStyle w:val="Numrodepage"/>
        <w:sz w:val="20"/>
        <w:szCs w:val="20"/>
      </w:rPr>
    </w:sdtEndPr>
    <w:sdtContent>
      <w:p w:rsidR="007963D0" w:rsidRPr="00547903" w:rsidRDefault="00547903" w:rsidP="00547903">
        <w:pPr>
          <w:pStyle w:val="Pieddepage"/>
          <w:ind w:right="360"/>
          <w:rPr>
            <w:sz w:val="20"/>
            <w:szCs w:val="20"/>
          </w:rPr>
        </w:pPr>
        <w:r w:rsidRPr="00547903">
          <w:rPr>
            <w:rStyle w:val="Numrodepage"/>
            <w:sz w:val="20"/>
            <w:szCs w:val="20"/>
          </w:rPr>
          <w:t>Aurélie Corday</w:t>
        </w:r>
        <w:r>
          <w:rPr>
            <w:rStyle w:val="Numrodepage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A67E9" w:rsidRDefault="00FA67E9" w:rsidP="006174B4">
      <w:r>
        <w:separator/>
      </w:r>
    </w:p>
  </w:footnote>
  <w:footnote w:type="continuationSeparator" w:id="0">
    <w:p w:rsidR="00FA67E9" w:rsidRDefault="00FA67E9" w:rsidP="0061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4820"/>
      <w:gridCol w:w="4956"/>
    </w:tblGrid>
    <w:tr w:rsidR="000F7F71" w:rsidTr="000F7F71">
      <w:tc>
        <w:tcPr>
          <w:tcW w:w="4820" w:type="dxa"/>
          <w:shd w:val="clear" w:color="auto" w:fill="F2F2F2" w:themeFill="background1" w:themeFillShade="F2"/>
        </w:tcPr>
        <w:p w:rsidR="000F7F71" w:rsidRPr="00091F1C" w:rsidRDefault="000F7F71" w:rsidP="006174B4">
          <w:proofErr w:type="gramStart"/>
          <w:r>
            <w:t>passé</w:t>
          </w:r>
          <w:proofErr w:type="gramEnd"/>
          <w:r>
            <w:t xml:space="preserve"> composé - théorie</w:t>
          </w:r>
        </w:p>
      </w:tc>
      <w:tc>
        <w:tcPr>
          <w:tcW w:w="4956" w:type="dxa"/>
          <w:shd w:val="clear" w:color="auto" w:fill="F2F2F2" w:themeFill="background1" w:themeFillShade="F2"/>
        </w:tcPr>
        <w:p w:rsidR="000F7F71" w:rsidRPr="00091F1C" w:rsidRDefault="000F7F71" w:rsidP="006174B4">
          <w:r>
            <w:t>Prénom : ______________________</w:t>
          </w:r>
        </w:p>
      </w:tc>
    </w:tr>
  </w:tbl>
  <w:p w:rsidR="00091F1C" w:rsidRDefault="00091F1C" w:rsidP="006174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307257"/>
    <w:multiLevelType w:val="hybridMultilevel"/>
    <w:tmpl w:val="49801898"/>
    <w:lvl w:ilvl="0" w:tplc="7F6843AA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22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34E"/>
    <w:rsid w:val="0007648A"/>
    <w:rsid w:val="0008205E"/>
    <w:rsid w:val="00091F1C"/>
    <w:rsid w:val="000E3524"/>
    <w:rsid w:val="000E4214"/>
    <w:rsid w:val="000F5642"/>
    <w:rsid w:val="000F7F71"/>
    <w:rsid w:val="001111DE"/>
    <w:rsid w:val="001E7925"/>
    <w:rsid w:val="0021779D"/>
    <w:rsid w:val="002C7039"/>
    <w:rsid w:val="0037753E"/>
    <w:rsid w:val="003A63FD"/>
    <w:rsid w:val="003B5EFB"/>
    <w:rsid w:val="003C7D6F"/>
    <w:rsid w:val="003D434E"/>
    <w:rsid w:val="00547903"/>
    <w:rsid w:val="0055234C"/>
    <w:rsid w:val="0056293E"/>
    <w:rsid w:val="005928D7"/>
    <w:rsid w:val="005D7151"/>
    <w:rsid w:val="006174B4"/>
    <w:rsid w:val="00647C43"/>
    <w:rsid w:val="006722BA"/>
    <w:rsid w:val="007963D0"/>
    <w:rsid w:val="007C6F9A"/>
    <w:rsid w:val="007D39B0"/>
    <w:rsid w:val="009B7F71"/>
    <w:rsid w:val="00A030B1"/>
    <w:rsid w:val="00AA6F0E"/>
    <w:rsid w:val="00B26136"/>
    <w:rsid w:val="00B521E1"/>
    <w:rsid w:val="00CA74FE"/>
    <w:rsid w:val="00E4068B"/>
    <w:rsid w:val="00EB1A3B"/>
    <w:rsid w:val="00F057A1"/>
    <w:rsid w:val="00F44B8F"/>
    <w:rsid w:val="00F64961"/>
    <w:rsid w:val="00FA67E9"/>
    <w:rsid w:val="00FD70D2"/>
    <w:rsid w:val="00FF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CBB8"/>
  <w15:chartTrackingRefBased/>
  <w15:docId w15:val="{E9D4470E-06B0-8748-B86B-D0F51A83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4B4"/>
    <w:rPr>
      <w:rFonts w:ascii="Comic Sans MS" w:hAnsi="Comic Sans MS" w:cs="Arial"/>
      <w:spacing w:val="10"/>
    </w:rPr>
  </w:style>
  <w:style w:type="paragraph" w:styleId="Titre1">
    <w:name w:val="heading 1"/>
    <w:basedOn w:val="Normal"/>
    <w:next w:val="Normal"/>
    <w:link w:val="Titre1Car"/>
    <w:uiPriority w:val="9"/>
    <w:qFormat/>
    <w:rsid w:val="00091F1C"/>
    <w:pPr>
      <w:outlineLvl w:val="0"/>
    </w:pPr>
    <w:rPr>
      <w:b/>
      <w:color w:val="1F3864" w:themeColor="accent1" w:themeShade="80"/>
      <w:sz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91F1C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8"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1F1C"/>
    <w:rPr>
      <w:rFonts w:ascii="Arial" w:hAnsi="Arial" w:cs="Arial"/>
      <w:b/>
      <w:color w:val="1F3864" w:themeColor="accent1" w:themeShade="80"/>
      <w:sz w:val="32"/>
    </w:rPr>
  </w:style>
  <w:style w:type="character" w:customStyle="1" w:styleId="Titre2Car">
    <w:name w:val="Titre 2 Car"/>
    <w:basedOn w:val="Policepardfaut"/>
    <w:link w:val="Titre2"/>
    <w:uiPriority w:val="9"/>
    <w:rsid w:val="00091F1C"/>
    <w:rPr>
      <w:rFonts w:ascii="Arial" w:eastAsiaTheme="majorEastAsia" w:hAnsi="Arial" w:cstheme="majorBidi"/>
      <w:color w:val="2F5496" w:themeColor="accent1" w:themeShade="BF"/>
      <w:sz w:val="28"/>
      <w:szCs w:val="26"/>
      <w:u w:val="single"/>
    </w:rPr>
  </w:style>
  <w:style w:type="paragraph" w:styleId="Titre">
    <w:name w:val="Title"/>
    <w:aliases w:val="Titre 3.3"/>
    <w:basedOn w:val="Normal"/>
    <w:next w:val="Normal"/>
    <w:link w:val="TitreCar"/>
    <w:uiPriority w:val="10"/>
    <w:qFormat/>
    <w:rsid w:val="00091F1C"/>
    <w:pPr>
      <w:contextualSpacing/>
    </w:pPr>
    <w:rPr>
      <w:rFonts w:eastAsiaTheme="majorEastAsia" w:cstheme="majorBidi"/>
      <w:b/>
      <w:color w:val="8EAADB" w:themeColor="accent1" w:themeTint="99"/>
      <w:spacing w:val="-10"/>
      <w:kern w:val="28"/>
      <w:szCs w:val="56"/>
    </w:rPr>
  </w:style>
  <w:style w:type="character" w:customStyle="1" w:styleId="TitreCar">
    <w:name w:val="Titre Car"/>
    <w:aliases w:val="Titre 3.3 Car"/>
    <w:basedOn w:val="Policepardfaut"/>
    <w:link w:val="Titre"/>
    <w:uiPriority w:val="10"/>
    <w:rsid w:val="00091F1C"/>
    <w:rPr>
      <w:rFonts w:ascii="Arial" w:eastAsiaTheme="majorEastAsia" w:hAnsi="Arial" w:cstheme="majorBidi"/>
      <w:b/>
      <w:color w:val="8EAADB" w:themeColor="accent1" w:themeTint="99"/>
      <w:spacing w:val="-10"/>
      <w:kern w:val="28"/>
      <w:szCs w:val="56"/>
    </w:rPr>
  </w:style>
  <w:style w:type="paragraph" w:styleId="En-tte">
    <w:name w:val="header"/>
    <w:basedOn w:val="Normal"/>
    <w:link w:val="En-tteCar"/>
    <w:uiPriority w:val="99"/>
    <w:unhideWhenUsed/>
    <w:rsid w:val="00091F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1F1C"/>
    <w:rPr>
      <w:rFonts w:ascii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091F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1F1C"/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091F1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091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A6F0E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7963D0"/>
  </w:style>
  <w:style w:type="character" w:styleId="Numrodeligne">
    <w:name w:val="line number"/>
    <w:basedOn w:val="Policepardfaut"/>
    <w:uiPriority w:val="99"/>
    <w:semiHidden/>
    <w:unhideWhenUsed/>
    <w:rsid w:val="0061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3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9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ureliecorday/Library/Group%20Containers/UBF8T346G9.Office/User%20Content.localized/Templates.localized/e&#769;co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école.dotx</Template>
  <TotalTime>32</TotalTime>
  <Pages>2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Corday</dc:creator>
  <cp:keywords/>
  <dc:description/>
  <cp:lastModifiedBy>Aurélie Corday</cp:lastModifiedBy>
  <cp:revision>9</cp:revision>
  <dcterms:created xsi:type="dcterms:W3CDTF">2025-03-19T10:01:00Z</dcterms:created>
  <dcterms:modified xsi:type="dcterms:W3CDTF">2025-03-20T08:29:00Z</dcterms:modified>
</cp:coreProperties>
</file>