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B7D31" w14:textId="25DE022F" w:rsidR="00CD22F3" w:rsidRDefault="00CB7162" w:rsidP="00CD7313">
      <w:pPr>
        <w:jc w:val="center"/>
        <w:rPr>
          <w:rFonts w:ascii="Century Gothic" w:hAnsi="Century Gothic"/>
          <w:b/>
          <w:color w:val="4472C4" w:themeColor="accent1"/>
          <w:sz w:val="36"/>
        </w:rPr>
      </w:pPr>
      <w:r w:rsidRPr="00CB7162">
        <w:rPr>
          <w:rFonts w:ascii="Century Gothic" w:hAnsi="Century Gothic"/>
          <w:b/>
          <w:color w:val="4472C4" w:themeColor="accent1"/>
          <w:sz w:val="36"/>
        </w:rPr>
        <w:t xml:space="preserve">Planification </w:t>
      </w:r>
      <w:r w:rsidR="00F474C6">
        <w:rPr>
          <w:rFonts w:ascii="Century Gothic" w:hAnsi="Century Gothic"/>
          <w:b/>
          <w:color w:val="4472C4" w:themeColor="accent1"/>
          <w:sz w:val="36"/>
        </w:rPr>
        <w:t>de séquence</w:t>
      </w:r>
    </w:p>
    <w:p w14:paraId="221E84EA" w14:textId="77777777" w:rsidR="00CB7162" w:rsidRPr="00CB7162" w:rsidRDefault="00CB7162" w:rsidP="00406B5D">
      <w:pPr>
        <w:rPr>
          <w:rFonts w:ascii="Century Gothic" w:hAnsi="Century Gothic"/>
          <w:sz w:val="36"/>
        </w:rPr>
      </w:pPr>
    </w:p>
    <w:p w14:paraId="07DDBCC3" w14:textId="26006378" w:rsid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Matière :</w:t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="00582A18">
        <w:rPr>
          <w:rFonts w:ascii="Century Gothic" w:hAnsi="Century Gothic"/>
          <w:sz w:val="28"/>
        </w:rPr>
        <w:t>.</w:t>
      </w:r>
    </w:p>
    <w:p w14:paraId="609F2E59" w14:textId="1ED2B36E" w:rsidR="00CB7162" w:rsidRP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Thème</w:t>
      </w:r>
      <w:r w:rsidR="000C305F">
        <w:rPr>
          <w:rFonts w:ascii="Century Gothic" w:hAnsi="Century Gothic"/>
          <w:b/>
          <w:sz w:val="28"/>
        </w:rPr>
        <w:t>s</w:t>
      </w:r>
      <w:r w:rsidRPr="00CB7162">
        <w:rPr>
          <w:rFonts w:ascii="Century Gothic" w:hAnsi="Century Gothic"/>
          <w:b/>
          <w:sz w:val="28"/>
        </w:rPr>
        <w:t> :</w:t>
      </w:r>
      <w:r w:rsidRPr="00CB7162">
        <w:rPr>
          <w:rFonts w:ascii="Century Gothic" w:hAnsi="Century Gothic"/>
          <w:b/>
          <w:sz w:val="28"/>
        </w:rPr>
        <w:tab/>
      </w:r>
      <w:r>
        <w:rPr>
          <w:rFonts w:ascii="Century Gothic" w:hAnsi="Century Gothic"/>
          <w:sz w:val="28"/>
        </w:rPr>
        <w:tab/>
      </w:r>
      <w:r w:rsidR="00CD7313">
        <w:rPr>
          <w:rFonts w:ascii="Century Gothic" w:hAnsi="Century Gothic"/>
          <w:sz w:val="28"/>
        </w:rPr>
        <w:tab/>
      </w:r>
      <w:r w:rsidR="00B31EBD">
        <w:rPr>
          <w:rFonts w:ascii="Century Gothic" w:hAnsi="Century Gothic"/>
          <w:sz w:val="28"/>
        </w:rPr>
        <w:t>.</w:t>
      </w:r>
    </w:p>
    <w:p w14:paraId="55C1FE4C" w14:textId="197DAA65" w:rsidR="00CB7162" w:rsidRP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Année :</w:t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="00B31EBD">
        <w:rPr>
          <w:rFonts w:ascii="Century Gothic" w:hAnsi="Century Gothic"/>
          <w:sz w:val="28"/>
        </w:rPr>
        <w:t>.</w:t>
      </w:r>
    </w:p>
    <w:p w14:paraId="0E458E04" w14:textId="3859A1B0" w:rsid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Nb de séances</w:t>
      </w:r>
      <w:r w:rsidRPr="00CB7162">
        <w:rPr>
          <w:rFonts w:ascii="Century Gothic" w:hAnsi="Century Gothic"/>
          <w:sz w:val="28"/>
        </w:rPr>
        <w:t> :</w:t>
      </w:r>
      <w:r w:rsidRPr="00CB7162">
        <w:rPr>
          <w:rFonts w:ascii="Century Gothic" w:hAnsi="Century Gothic"/>
          <w:sz w:val="28"/>
        </w:rPr>
        <w:tab/>
      </w:r>
      <w:r w:rsidR="00B31EBD">
        <w:rPr>
          <w:rFonts w:ascii="Century Gothic" w:hAnsi="Century Gothic"/>
          <w:sz w:val="28"/>
        </w:rPr>
        <w:t>.</w:t>
      </w:r>
    </w:p>
    <w:p w14:paraId="52745266" w14:textId="77777777" w:rsidR="002B576C" w:rsidRDefault="002B576C" w:rsidP="00CB7162">
      <w:pPr>
        <w:pBdr>
          <w:bottom w:val="single" w:sz="12" w:space="1" w:color="auto"/>
        </w:pBdr>
        <w:rPr>
          <w:rFonts w:ascii="Century Gothic" w:hAnsi="Century Gothic"/>
          <w:sz w:val="28"/>
        </w:rPr>
      </w:pPr>
    </w:p>
    <w:p w14:paraId="6B09FBBF" w14:textId="5389F762" w:rsidR="00CB7162" w:rsidRDefault="00CB7162" w:rsidP="00CB7162">
      <w:pPr>
        <w:rPr>
          <w:rFonts w:ascii="Century Gothic" w:hAnsi="Century Gothic"/>
          <w:sz w:val="28"/>
        </w:rPr>
      </w:pPr>
    </w:p>
    <w:p w14:paraId="6EE44CC1" w14:textId="4761865E" w:rsidR="002B576C" w:rsidRPr="00716DF8" w:rsidRDefault="002B576C" w:rsidP="00CB7162">
      <w:pPr>
        <w:rPr>
          <w:rFonts w:ascii="Century Gothic" w:hAnsi="Century Gothic"/>
          <w:sz w:val="28"/>
        </w:rPr>
      </w:pPr>
    </w:p>
    <w:p w14:paraId="09AC8F02" w14:textId="77777777" w:rsidR="002B576C" w:rsidRPr="00716DF8" w:rsidRDefault="002B576C" w:rsidP="002B576C">
      <w:pPr>
        <w:rPr>
          <w:rFonts w:ascii="Century Gothic" w:hAnsi="Century Gothic"/>
          <w:b/>
          <w:color w:val="4472C4" w:themeColor="accent1"/>
          <w:sz w:val="28"/>
        </w:rPr>
      </w:pPr>
      <w:r w:rsidRPr="00716DF8">
        <w:rPr>
          <w:rFonts w:ascii="Century Gothic" w:hAnsi="Century Gothic"/>
          <w:b/>
          <w:color w:val="4472C4" w:themeColor="accent1"/>
          <w:sz w:val="28"/>
        </w:rPr>
        <w:t>Objectifs du PER :</w:t>
      </w:r>
    </w:p>
    <w:p w14:paraId="3BF70423" w14:textId="710AB4F2" w:rsidR="002B576C" w:rsidRPr="00716DF8" w:rsidRDefault="00660FF3" w:rsidP="002B576C">
      <w:pPr>
        <w:jc w:val="both"/>
        <w:rPr>
          <w:rFonts w:ascii="Century Gothic" w:hAnsi="Century Gothic" w:cs="Arial"/>
          <w:b/>
        </w:rPr>
      </w:pPr>
      <w:r w:rsidRPr="00716DF8">
        <w:rPr>
          <w:rFonts w:ascii="Century Gothic" w:hAnsi="Century Gothic" w:cs="Arial"/>
          <w:b/>
        </w:rPr>
        <w:t>ABC 12</w:t>
      </w:r>
      <w:r w:rsidR="002B576C" w:rsidRPr="00716DF8">
        <w:rPr>
          <w:rFonts w:ascii="Century Gothic" w:hAnsi="Century Gothic" w:cs="Arial"/>
          <w:b/>
        </w:rPr>
        <w:t xml:space="preserve"> : </w:t>
      </w:r>
      <w:r w:rsidRPr="00716DF8">
        <w:rPr>
          <w:rFonts w:ascii="Century Gothic" w:hAnsi="Century Gothic" w:cs="Arial"/>
          <w:b/>
        </w:rPr>
        <w:t>Intitulé de l’objectif</w:t>
      </w:r>
    </w:p>
    <w:p w14:paraId="3D3B6971" w14:textId="4D903320" w:rsidR="002B576C" w:rsidRPr="00716DF8" w:rsidRDefault="002B576C" w:rsidP="002B576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Century Gothic" w:eastAsia="Times New Roman" w:hAnsi="Century Gothic" w:cs="Times New Roman"/>
          <w:color w:val="000000"/>
          <w:sz w:val="22"/>
          <w:szCs w:val="22"/>
        </w:rPr>
      </w:pPr>
      <w:r w:rsidRPr="00716DF8">
        <w:rPr>
          <w:rFonts w:ascii="Century Gothic" w:eastAsia="Times New Roman" w:hAnsi="Century Gothic" w:cs="Times New Roman"/>
          <w:color w:val="000000"/>
          <w:sz w:val="22"/>
          <w:szCs w:val="22"/>
        </w:rPr>
        <w:t>EPA</w:t>
      </w:r>
    </w:p>
    <w:p w14:paraId="30063827" w14:textId="4DA89A49" w:rsidR="002B576C" w:rsidRPr="00716DF8" w:rsidRDefault="002B576C" w:rsidP="002B576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Century Gothic" w:eastAsia="Times New Roman" w:hAnsi="Century Gothic" w:cs="Times New Roman"/>
          <w:color w:val="000000"/>
          <w:sz w:val="22"/>
          <w:szCs w:val="22"/>
        </w:rPr>
      </w:pPr>
      <w:r w:rsidRPr="00716DF8">
        <w:rPr>
          <w:rFonts w:ascii="Century Gothic" w:eastAsia="Times New Roman" w:hAnsi="Century Gothic" w:cs="Times New Roman"/>
          <w:color w:val="000000"/>
          <w:sz w:val="22"/>
          <w:szCs w:val="22"/>
        </w:rPr>
        <w:t>EPA</w:t>
      </w:r>
    </w:p>
    <w:p w14:paraId="5833B278" w14:textId="56D26EA1" w:rsidR="002B576C" w:rsidRPr="00716DF8" w:rsidRDefault="002B576C" w:rsidP="002B576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Century Gothic" w:eastAsia="Times New Roman" w:hAnsi="Century Gothic" w:cs="Times New Roman"/>
          <w:color w:val="000000"/>
          <w:sz w:val="22"/>
          <w:szCs w:val="22"/>
        </w:rPr>
      </w:pPr>
      <w:r w:rsidRPr="00716DF8">
        <w:rPr>
          <w:rFonts w:ascii="Century Gothic" w:eastAsia="Times New Roman" w:hAnsi="Century Gothic" w:cs="Times New Roman"/>
          <w:color w:val="000000"/>
          <w:sz w:val="22"/>
          <w:szCs w:val="22"/>
        </w:rPr>
        <w:t>EPA</w:t>
      </w:r>
    </w:p>
    <w:p w14:paraId="2B48E98C" w14:textId="77777777" w:rsidR="002B576C" w:rsidRPr="00716DF8" w:rsidRDefault="002B576C" w:rsidP="002B576C">
      <w:pPr>
        <w:rPr>
          <w:rFonts w:ascii="Century Gothic" w:hAnsi="Century Gothic"/>
          <w:sz w:val="28"/>
        </w:rPr>
      </w:pPr>
    </w:p>
    <w:p w14:paraId="27345D01" w14:textId="77777777" w:rsidR="002B576C" w:rsidRPr="00716DF8" w:rsidRDefault="002B576C" w:rsidP="002B576C">
      <w:pPr>
        <w:rPr>
          <w:rFonts w:ascii="Century Gothic" w:hAnsi="Century Gothic"/>
          <w:b/>
          <w:color w:val="4472C4" w:themeColor="accent1"/>
          <w:sz w:val="28"/>
        </w:rPr>
      </w:pPr>
      <w:r w:rsidRPr="00716DF8">
        <w:rPr>
          <w:rFonts w:ascii="Century Gothic" w:hAnsi="Century Gothic"/>
          <w:b/>
          <w:color w:val="4472C4" w:themeColor="accent1"/>
          <w:sz w:val="28"/>
        </w:rPr>
        <w:t>Moyens :</w:t>
      </w:r>
    </w:p>
    <w:p w14:paraId="1EE0AB3C" w14:textId="3CEAE97A" w:rsidR="002B576C" w:rsidRPr="00716DF8" w:rsidRDefault="002B576C" w:rsidP="002B576C">
      <w:pPr>
        <w:pStyle w:val="Paragraphedeliste"/>
        <w:numPr>
          <w:ilvl w:val="0"/>
          <w:numId w:val="2"/>
        </w:numPr>
        <w:rPr>
          <w:rFonts w:ascii="Century Gothic" w:hAnsi="Century Gothic" w:cs="Arial"/>
          <w:bCs/>
        </w:rPr>
      </w:pPr>
      <w:r w:rsidRPr="00716DF8">
        <w:rPr>
          <w:rFonts w:ascii="Century Gothic" w:hAnsi="Century Gothic" w:cs="Arial"/>
          <w:bCs/>
        </w:rPr>
        <w:t>LE pages … à …</w:t>
      </w:r>
    </w:p>
    <w:p w14:paraId="2C15D54B" w14:textId="3DAA5736" w:rsidR="002B576C" w:rsidRPr="00716DF8" w:rsidRDefault="002B576C" w:rsidP="002B576C">
      <w:pPr>
        <w:pStyle w:val="Paragraphedeliste"/>
        <w:numPr>
          <w:ilvl w:val="0"/>
          <w:numId w:val="2"/>
        </w:numPr>
        <w:rPr>
          <w:rFonts w:ascii="Century Gothic" w:hAnsi="Century Gothic" w:cs="Arial"/>
          <w:bCs/>
        </w:rPr>
      </w:pPr>
      <w:r w:rsidRPr="00716DF8">
        <w:rPr>
          <w:rFonts w:ascii="Century Gothic" w:hAnsi="Century Gothic" w:cs="Arial"/>
          <w:bCs/>
        </w:rPr>
        <w:t>FE pages … à …</w:t>
      </w:r>
    </w:p>
    <w:p w14:paraId="5CA4766F" w14:textId="662C367E" w:rsidR="002B576C" w:rsidRDefault="002B576C" w:rsidP="002B576C">
      <w:pPr>
        <w:rPr>
          <w:rFonts w:ascii="Century Gothic" w:hAnsi="Century Gothic"/>
          <w:sz w:val="28"/>
        </w:rPr>
      </w:pPr>
    </w:p>
    <w:p w14:paraId="49335D6F" w14:textId="5294471C" w:rsidR="00716DF8" w:rsidRDefault="00716DF8" w:rsidP="002B576C">
      <w:pPr>
        <w:rPr>
          <w:rFonts w:ascii="Century Gothic" w:hAnsi="Century Gothic"/>
          <w:sz w:val="28"/>
        </w:rPr>
      </w:pPr>
    </w:p>
    <w:p w14:paraId="1D78EA92" w14:textId="77777777" w:rsidR="00716DF8" w:rsidRPr="00716DF8" w:rsidRDefault="00716DF8" w:rsidP="002B576C">
      <w:pPr>
        <w:rPr>
          <w:rFonts w:ascii="Century Gothic" w:hAnsi="Century Gothic"/>
          <w:sz w:val="28"/>
        </w:rPr>
      </w:pPr>
    </w:p>
    <w:p w14:paraId="2C607883" w14:textId="77777777" w:rsidR="002B576C" w:rsidRPr="00716DF8" w:rsidRDefault="002B576C" w:rsidP="002B576C">
      <w:pPr>
        <w:rPr>
          <w:rFonts w:ascii="Century Gothic" w:hAnsi="Century Gothic"/>
          <w:b/>
          <w:color w:val="4472C4" w:themeColor="accent1"/>
          <w:sz w:val="28"/>
        </w:rPr>
      </w:pPr>
      <w:r w:rsidRPr="00716DF8">
        <w:rPr>
          <w:rFonts w:ascii="Century Gothic" w:hAnsi="Century Gothic"/>
          <w:b/>
          <w:color w:val="4472C4" w:themeColor="accent1"/>
          <w:sz w:val="28"/>
        </w:rPr>
        <w:t xml:space="preserve">Composantes du thème : </w:t>
      </w:r>
    </w:p>
    <w:p w14:paraId="0BFBFA8E" w14:textId="77777777" w:rsidR="002B576C" w:rsidRPr="00716DF8" w:rsidRDefault="002B576C" w:rsidP="002B576C">
      <w:pPr>
        <w:rPr>
          <w:rFonts w:ascii="Century Gothic" w:hAnsi="Century Gothic" w:cs="Arial"/>
          <w:sz w:val="28"/>
        </w:rPr>
      </w:pPr>
    </w:p>
    <w:p w14:paraId="311A1EFF" w14:textId="4A0AC5F2" w:rsidR="002B576C" w:rsidRPr="00716DF8" w:rsidRDefault="002B576C" w:rsidP="002B576C">
      <w:pPr>
        <w:pStyle w:val="Paragraphedeliste"/>
        <w:numPr>
          <w:ilvl w:val="0"/>
          <w:numId w:val="2"/>
        </w:numPr>
        <w:rPr>
          <w:rFonts w:ascii="Century Gothic" w:hAnsi="Century Gothic"/>
          <w:szCs w:val="22"/>
        </w:rPr>
      </w:pPr>
      <w:r w:rsidRPr="00716DF8">
        <w:rPr>
          <w:rFonts w:ascii="Century Gothic" w:hAnsi="Century Gothic"/>
          <w:szCs w:val="22"/>
        </w:rPr>
        <w:t>Composante 1</w:t>
      </w:r>
    </w:p>
    <w:p w14:paraId="1A589EC2" w14:textId="656DC8F5" w:rsidR="002B576C" w:rsidRPr="00716DF8" w:rsidRDefault="002B576C" w:rsidP="002B576C">
      <w:pPr>
        <w:pStyle w:val="Paragraphedeliste"/>
        <w:numPr>
          <w:ilvl w:val="0"/>
          <w:numId w:val="2"/>
        </w:numPr>
        <w:rPr>
          <w:rFonts w:ascii="Century Gothic" w:hAnsi="Century Gothic"/>
          <w:szCs w:val="22"/>
        </w:rPr>
      </w:pPr>
      <w:r w:rsidRPr="00716DF8">
        <w:rPr>
          <w:rFonts w:ascii="Century Gothic" w:hAnsi="Century Gothic"/>
          <w:szCs w:val="22"/>
        </w:rPr>
        <w:t>Composante 2</w:t>
      </w:r>
    </w:p>
    <w:p w14:paraId="3FC34B93" w14:textId="5E8EBBF4" w:rsidR="002B576C" w:rsidRPr="00716DF8" w:rsidRDefault="002B576C" w:rsidP="002B576C">
      <w:pPr>
        <w:pStyle w:val="Paragraphedeliste"/>
        <w:numPr>
          <w:ilvl w:val="0"/>
          <w:numId w:val="2"/>
        </w:numPr>
        <w:rPr>
          <w:rFonts w:ascii="Century Gothic" w:hAnsi="Century Gothic"/>
          <w:szCs w:val="22"/>
        </w:rPr>
      </w:pPr>
      <w:r w:rsidRPr="00716DF8">
        <w:rPr>
          <w:rFonts w:ascii="Century Gothic" w:hAnsi="Century Gothic"/>
          <w:szCs w:val="22"/>
        </w:rPr>
        <w:t>….</w:t>
      </w:r>
    </w:p>
    <w:p w14:paraId="5223F4E7" w14:textId="7552FCA4" w:rsidR="002B576C" w:rsidRDefault="002B576C" w:rsidP="002B576C">
      <w:pPr>
        <w:rPr>
          <w:rFonts w:ascii="Century Gothic" w:hAnsi="Century Gothic"/>
          <w:sz w:val="28"/>
        </w:rPr>
      </w:pPr>
    </w:p>
    <w:p w14:paraId="0BB31106" w14:textId="6FA0C6F4" w:rsidR="00716DF8" w:rsidRDefault="00716DF8" w:rsidP="002B576C">
      <w:pPr>
        <w:rPr>
          <w:rFonts w:ascii="Century Gothic" w:hAnsi="Century Gothic"/>
          <w:sz w:val="28"/>
        </w:rPr>
      </w:pPr>
    </w:p>
    <w:p w14:paraId="05FD6C31" w14:textId="77777777" w:rsidR="00716DF8" w:rsidRPr="00716DF8" w:rsidRDefault="00716DF8" w:rsidP="002B576C">
      <w:pPr>
        <w:rPr>
          <w:rFonts w:ascii="Century Gothic" w:hAnsi="Century Gothic"/>
          <w:sz w:val="28"/>
        </w:rPr>
      </w:pPr>
    </w:p>
    <w:p w14:paraId="48771AB5" w14:textId="09D8670F" w:rsidR="002B576C" w:rsidRPr="00716DF8" w:rsidRDefault="002B576C" w:rsidP="002B576C">
      <w:pPr>
        <w:rPr>
          <w:rFonts w:ascii="Century Gothic" w:hAnsi="Century Gothic"/>
          <w:b/>
          <w:color w:val="4472C4" w:themeColor="accent1"/>
          <w:sz w:val="28"/>
        </w:rPr>
      </w:pPr>
      <w:r w:rsidRPr="00716DF8">
        <w:rPr>
          <w:rFonts w:ascii="Century Gothic" w:hAnsi="Century Gothic"/>
          <w:b/>
          <w:color w:val="4472C4" w:themeColor="accent1"/>
          <w:sz w:val="28"/>
        </w:rPr>
        <w:t>Infos :</w:t>
      </w:r>
      <w:r w:rsidRPr="00716DF8">
        <w:rPr>
          <w:rFonts w:ascii="Century Gothic" w:hAnsi="Century Gothic"/>
          <w:b/>
          <w:color w:val="000000" w:themeColor="text1"/>
          <w:sz w:val="28"/>
        </w:rPr>
        <w:t xml:space="preserve"> </w:t>
      </w:r>
      <w:r w:rsidRPr="00716DF8">
        <w:rPr>
          <w:rFonts w:ascii="Century Gothic" w:hAnsi="Century Gothic"/>
          <w:bCs/>
          <w:color w:val="000000" w:themeColor="text1"/>
          <w:sz w:val="28"/>
        </w:rPr>
        <w:t>…</w:t>
      </w:r>
    </w:p>
    <w:p w14:paraId="1C4874F6" w14:textId="77777777" w:rsidR="002B576C" w:rsidRPr="00716DF8" w:rsidRDefault="002B576C" w:rsidP="002B576C">
      <w:pPr>
        <w:rPr>
          <w:rFonts w:ascii="Century Gothic" w:hAnsi="Century Gothic"/>
          <w:b/>
          <w:color w:val="4472C4" w:themeColor="accent1"/>
          <w:sz w:val="28"/>
        </w:rPr>
      </w:pPr>
    </w:p>
    <w:p w14:paraId="4FBC5843" w14:textId="77777777" w:rsidR="002B576C" w:rsidRPr="00716DF8" w:rsidRDefault="002B576C">
      <w:pPr>
        <w:rPr>
          <w:rFonts w:ascii="Century Gothic" w:hAnsi="Century Gothic"/>
          <w:sz w:val="28"/>
        </w:rPr>
      </w:pPr>
      <w:r w:rsidRPr="00716DF8">
        <w:rPr>
          <w:rFonts w:ascii="Century Gothic" w:hAnsi="Century Gothic"/>
          <w:sz w:val="28"/>
        </w:rPr>
        <w:br w:type="page"/>
      </w:r>
    </w:p>
    <w:p w14:paraId="790BD16F" w14:textId="656ADD65" w:rsidR="00CB7162" w:rsidRPr="002B576C" w:rsidRDefault="00CB7162" w:rsidP="00CB7162">
      <w:pPr>
        <w:rPr>
          <w:rFonts w:ascii="Century Gothic" w:hAnsi="Century Gothic"/>
          <w:sz w:val="28"/>
        </w:rPr>
      </w:pPr>
      <w:proofErr w:type="gramStart"/>
      <w:r w:rsidRPr="00D500B8">
        <w:rPr>
          <w:rFonts w:ascii="Century Gothic" w:hAnsi="Century Gothic"/>
          <w:b/>
          <w:color w:val="4472C4" w:themeColor="accent1"/>
          <w:sz w:val="28"/>
        </w:rPr>
        <w:lastRenderedPageBreak/>
        <w:t>Découpage:</w:t>
      </w:r>
      <w:proofErr w:type="gramEnd"/>
    </w:p>
    <w:p w14:paraId="556E83B0" w14:textId="77777777" w:rsidR="00CB7162" w:rsidRDefault="00CB7162" w:rsidP="00CB7162">
      <w:pPr>
        <w:rPr>
          <w:rFonts w:ascii="Century Gothic" w:hAnsi="Century Gothic"/>
          <w:b/>
          <w:sz w:val="28"/>
        </w:rPr>
      </w:pPr>
    </w:p>
    <w:tbl>
      <w:tblPr>
        <w:tblW w:w="99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841"/>
        <w:gridCol w:w="2977"/>
        <w:gridCol w:w="5254"/>
      </w:tblGrid>
      <w:tr w:rsidR="0097191D" w:rsidRPr="00CB7162" w14:paraId="23BE30D1" w14:textId="77777777" w:rsidTr="0097191D">
        <w:trPr>
          <w:trHeight w:val="502"/>
          <w:jc w:val="center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0DA85E" w14:textId="1D9CB653" w:rsidR="0097191D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</w:rPr>
              <w:t>Sem</w:t>
            </w: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ED43A" w14:textId="168D167F" w:rsidR="0097191D" w:rsidRPr="00B345F1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</w:rPr>
              <w:t>Cours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E06E04" w14:textId="35C8FA8E" w:rsidR="0097191D" w:rsidRPr="004C6B27" w:rsidRDefault="0097191D" w:rsidP="00CB7162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Thème</w:t>
            </w:r>
            <w:r w:rsidR="00A07950">
              <w:rPr>
                <w:rFonts w:ascii="Century Gothic" w:eastAsia="Times New Roman" w:hAnsi="Century Gothic" w:cs="Calibri"/>
                <w:b/>
                <w:color w:val="000000"/>
              </w:rPr>
              <w:t>s / objectifs</w:t>
            </w:r>
          </w:p>
        </w:tc>
        <w:tc>
          <w:tcPr>
            <w:tcW w:w="5254" w:type="dxa"/>
            <w:tcBorders>
              <w:top w:val="single" w:sz="8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6E96B17" w14:textId="52522E59" w:rsidR="0097191D" w:rsidRPr="004C6B27" w:rsidRDefault="00A07950" w:rsidP="00CB7162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Activités</w:t>
            </w:r>
          </w:p>
        </w:tc>
      </w:tr>
      <w:tr w:rsidR="0097191D" w:rsidRPr="00CB7162" w14:paraId="7255C931" w14:textId="77777777" w:rsidTr="00634A57">
        <w:trPr>
          <w:trHeight w:val="482"/>
          <w:jc w:val="center"/>
        </w:trPr>
        <w:tc>
          <w:tcPr>
            <w:tcW w:w="841" w:type="dxa"/>
            <w:vMerge w:val="restart"/>
            <w:tcBorders>
              <w:top w:val="nil"/>
              <w:left w:val="single" w:sz="8" w:space="0" w:color="auto"/>
              <w:right w:val="nil"/>
            </w:tcBorders>
            <w:vAlign w:val="center"/>
          </w:tcPr>
          <w:p w14:paraId="05C52B22" w14:textId="3DA4B63E" w:rsidR="0097191D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</w:t>
            </w: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2638523" w14:textId="4B0123BF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9357B4" w14:textId="77777777" w:rsidR="0097191D" w:rsidRPr="00CB7162" w:rsidRDefault="0097191D" w:rsidP="00CD7313">
            <w:pPr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434A2CA" w14:textId="4BD9B220" w:rsidR="0097191D" w:rsidRPr="00CB7162" w:rsidRDefault="0097191D" w:rsidP="00CD7313">
            <w:pPr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00F5DB9A" w14:textId="77777777" w:rsidTr="00634A57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44D41BD9" w14:textId="77777777" w:rsidR="0097191D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0144446" w14:textId="78147B89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CC1F4D" w14:textId="77777777" w:rsidR="0097191D" w:rsidRPr="00CB7162" w:rsidRDefault="0097191D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1078AF9D" w14:textId="4E530AA4" w:rsidR="0097191D" w:rsidRPr="00CB7162" w:rsidRDefault="0097191D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686C810C" w14:textId="77777777" w:rsidTr="00057818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single" w:sz="8" w:space="0" w:color="auto"/>
            </w:tcBorders>
            <w:vAlign w:val="center"/>
          </w:tcPr>
          <w:p w14:paraId="7E41AED3" w14:textId="4C256D0D" w:rsidR="0097191D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653F2" w14:textId="183D2F06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11C8DA" w14:textId="77777777" w:rsidR="0097191D" w:rsidRPr="00023B9D" w:rsidRDefault="0097191D" w:rsidP="00455EED">
            <w:pPr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68C88E4" w14:textId="2859EE25" w:rsidR="0097191D" w:rsidRPr="00023B9D" w:rsidRDefault="0097191D" w:rsidP="00455EED">
            <w:pPr>
              <w:jc w:val="center"/>
              <w:rPr>
                <w:rFonts w:ascii="Century Gothic" w:eastAsia="Times New Roman" w:hAnsi="Century Gothic" w:cs="Calibri"/>
              </w:rPr>
            </w:pPr>
          </w:p>
        </w:tc>
      </w:tr>
      <w:tr w:rsidR="0097191D" w:rsidRPr="00CB7162" w14:paraId="7E56A7AB" w14:textId="77777777" w:rsidTr="00057818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0B2F23B0" w14:textId="77777777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F8A9E" w14:textId="38DCD6F4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67D4C3" w14:textId="77777777" w:rsidR="0097191D" w:rsidRPr="00CB7162" w:rsidRDefault="0097191D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B372A18" w14:textId="4F554C95" w:rsidR="0097191D" w:rsidRPr="00CB7162" w:rsidRDefault="0097191D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519F60E8" w14:textId="77777777" w:rsidTr="00236909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single" w:sz="8" w:space="0" w:color="auto"/>
            </w:tcBorders>
            <w:vAlign w:val="center"/>
          </w:tcPr>
          <w:p w14:paraId="77E8AB71" w14:textId="52D575BF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B39DD" w14:textId="2A78D0A2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D4F204" w14:textId="77777777" w:rsidR="0097191D" w:rsidRPr="00CB7162" w:rsidRDefault="0097191D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98B5742" w14:textId="463DB1A5" w:rsidR="0097191D" w:rsidRPr="00CB7162" w:rsidRDefault="0097191D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46A2C42E" w14:textId="77777777" w:rsidTr="00236909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67C8007F" w14:textId="77777777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58DA1" w14:textId="34061107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A36A9D" w14:textId="77777777" w:rsidR="0097191D" w:rsidRPr="00CB7162" w:rsidRDefault="0097191D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0221595" w14:textId="1C51BBEE" w:rsidR="0097191D" w:rsidRPr="00CB7162" w:rsidRDefault="0097191D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2D0EC9E7" w14:textId="77777777" w:rsidTr="00F375FA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single" w:sz="8" w:space="0" w:color="auto"/>
            </w:tcBorders>
            <w:vAlign w:val="center"/>
          </w:tcPr>
          <w:p w14:paraId="5B08E25F" w14:textId="6212FB0C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CE463" w14:textId="7EC808DC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2BA47A" w14:textId="77777777" w:rsidR="0097191D" w:rsidRPr="00CB7162" w:rsidRDefault="0097191D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4487E952" w14:textId="1922B2A2" w:rsidR="0097191D" w:rsidRPr="00CB7162" w:rsidRDefault="0097191D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496D2E69" w14:textId="77777777" w:rsidTr="00F375FA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21676E97" w14:textId="77777777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477F7" w14:textId="7EE1397D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C852F0" w14:textId="77777777" w:rsidR="0097191D" w:rsidRPr="00023B9D" w:rsidRDefault="0097191D" w:rsidP="00023B9D">
            <w:pPr>
              <w:jc w:val="center"/>
              <w:rPr>
                <w:rFonts w:ascii="Century Gothic" w:eastAsia="Times New Roman" w:hAnsi="Century Gothic" w:cs="Calibri"/>
                <w:bCs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64F94231" w14:textId="2C6585BC" w:rsidR="0097191D" w:rsidRPr="00023B9D" w:rsidRDefault="0097191D" w:rsidP="00023B9D">
            <w:pPr>
              <w:jc w:val="center"/>
              <w:rPr>
                <w:rFonts w:ascii="Century Gothic" w:eastAsia="Times New Roman" w:hAnsi="Century Gothic" w:cs="Calibri"/>
                <w:bCs/>
                <w:color w:val="000000"/>
              </w:rPr>
            </w:pPr>
          </w:p>
        </w:tc>
      </w:tr>
      <w:tr w:rsidR="0097191D" w:rsidRPr="00CB7162" w14:paraId="1AC8CBFC" w14:textId="77777777" w:rsidTr="001E71A8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single" w:sz="8" w:space="0" w:color="auto"/>
            </w:tcBorders>
            <w:vAlign w:val="center"/>
          </w:tcPr>
          <w:p w14:paraId="62E5B618" w14:textId="634A1084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A5F76" w14:textId="180A6C34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AE132C4" w14:textId="77777777" w:rsidR="0097191D" w:rsidRPr="00CB7162" w:rsidRDefault="0097191D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19ACD75" w14:textId="180109C9" w:rsidR="0097191D" w:rsidRPr="00CB7162" w:rsidRDefault="0097191D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56C352E5" w14:textId="77777777" w:rsidTr="001E71A8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6B3FB2E9" w14:textId="77777777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4464B28" w14:textId="2187A132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641832" w14:textId="77777777" w:rsidR="0097191D" w:rsidRPr="00170F37" w:rsidRDefault="0097191D" w:rsidP="004C21F9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CE20AC1" w14:textId="4390B45C" w:rsidR="0097191D" w:rsidRPr="00170F37" w:rsidRDefault="0097191D" w:rsidP="004C21F9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26A2F237" w14:textId="77777777" w:rsidTr="00651D89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1CCD537C" w14:textId="2B688F17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E5011A8" w14:textId="05BF73E2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9C3B03" w14:textId="77777777" w:rsidR="0097191D" w:rsidRPr="00170F37" w:rsidRDefault="0097191D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08CDA64" w14:textId="05168295" w:rsidR="0097191D" w:rsidRPr="00170F37" w:rsidRDefault="0097191D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0AC16EE1" w14:textId="77777777" w:rsidTr="00651D89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3D2C3C83" w14:textId="77777777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432FCB0" w14:textId="0C08803C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77697B" w14:textId="77777777" w:rsidR="0097191D" w:rsidRPr="00170F37" w:rsidRDefault="0097191D" w:rsidP="00170F37">
            <w:pPr>
              <w:rPr>
                <w:rFonts w:ascii="Century Gothic" w:eastAsia="Times New Roman" w:hAnsi="Century Gothic" w:cs="Calibri"/>
                <w:i/>
                <w:iCs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E0FAF36" w14:textId="67051805" w:rsidR="0097191D" w:rsidRPr="00170F37" w:rsidRDefault="0097191D" w:rsidP="00170F37">
            <w:pPr>
              <w:rPr>
                <w:rFonts w:ascii="Century Gothic" w:eastAsia="Times New Roman" w:hAnsi="Century Gothic" w:cs="Calibri"/>
                <w:i/>
                <w:iCs/>
                <w:color w:val="000000"/>
              </w:rPr>
            </w:pPr>
          </w:p>
        </w:tc>
      </w:tr>
      <w:tr w:rsidR="0097191D" w:rsidRPr="00CB7162" w14:paraId="10CA3AF3" w14:textId="77777777" w:rsidTr="00EA5B1C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3C63F66F" w14:textId="654637D9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9C7736C" w14:textId="651A48B3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A416A2" w14:textId="77777777" w:rsidR="0097191D" w:rsidRPr="00170F37" w:rsidRDefault="0097191D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E04FF7D" w14:textId="54EA3FF2" w:rsidR="0097191D" w:rsidRPr="00170F37" w:rsidRDefault="0097191D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48AC443B" w14:textId="77777777" w:rsidTr="00EA5B1C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1739E433" w14:textId="77777777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9443C44" w14:textId="61F1E061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4B7C3E" w14:textId="77777777" w:rsidR="0097191D" w:rsidRPr="00170F37" w:rsidRDefault="0097191D" w:rsidP="00170F37">
            <w:pPr>
              <w:rPr>
                <w:rFonts w:ascii="Century Gothic" w:eastAsia="Times New Roman" w:hAnsi="Century Gothic" w:cs="Calibri"/>
                <w:i/>
                <w:iCs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98D9C26" w14:textId="7746CDA0" w:rsidR="0097191D" w:rsidRPr="00170F37" w:rsidRDefault="0097191D" w:rsidP="00170F37">
            <w:pPr>
              <w:rPr>
                <w:rFonts w:ascii="Century Gothic" w:eastAsia="Times New Roman" w:hAnsi="Century Gothic" w:cs="Calibri"/>
                <w:i/>
                <w:iCs/>
                <w:color w:val="000000"/>
              </w:rPr>
            </w:pPr>
          </w:p>
        </w:tc>
      </w:tr>
      <w:tr w:rsidR="0097191D" w:rsidRPr="00CB7162" w14:paraId="5B4AC599" w14:textId="77777777" w:rsidTr="00CA70C1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0CB34F41" w14:textId="51D97F82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8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3C270F7" w14:textId="22F42EC7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D04729" w14:textId="77777777" w:rsidR="0097191D" w:rsidRPr="00170F37" w:rsidRDefault="0097191D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E5D45C6" w14:textId="57D9EFC5" w:rsidR="0097191D" w:rsidRPr="00170F37" w:rsidRDefault="0097191D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0CB07628" w14:textId="77777777" w:rsidTr="00CA70C1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122D7720" w14:textId="77777777" w:rsidR="0097191D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E8B6468" w14:textId="55F4249D" w:rsidR="0097191D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19FBB1C" w14:textId="77777777" w:rsidR="0097191D" w:rsidRPr="00CB7162" w:rsidRDefault="0097191D" w:rsidP="00455EE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21AE42D" w14:textId="7ECDA0D3" w:rsidR="0097191D" w:rsidRPr="00CB7162" w:rsidRDefault="0097191D" w:rsidP="00455EE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0773D60A" w14:textId="77777777" w:rsidTr="00B56BBD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2A2F1978" w14:textId="1FFD8BD9" w:rsidR="0097191D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8B18DE8" w14:textId="753FC32A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94E6034" w14:textId="77777777" w:rsidR="0097191D" w:rsidRPr="00CB7162" w:rsidRDefault="0097191D" w:rsidP="00455EE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C5A8382" w14:textId="2FBC63D3" w:rsidR="0097191D" w:rsidRPr="00CB7162" w:rsidRDefault="0097191D" w:rsidP="00455EE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5FDBA018" w14:textId="77777777" w:rsidTr="00B56BBD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1452F684" w14:textId="77777777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1E6FFE0" w14:textId="6BF0EA21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09317D" w14:textId="77777777" w:rsidR="0097191D" w:rsidRPr="00CB7162" w:rsidRDefault="0097191D" w:rsidP="00455EE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03D0453" w14:textId="475C8939" w:rsidR="0097191D" w:rsidRPr="00CB7162" w:rsidRDefault="0097191D" w:rsidP="00455EE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063BF0D7" w14:textId="77777777" w:rsidTr="00B07CB1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095A06B4" w14:textId="37C8925B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7999E8D" w14:textId="4DC7E99D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605CB7F" w14:textId="77777777" w:rsidR="0097191D" w:rsidRPr="00CB7162" w:rsidRDefault="0097191D" w:rsidP="00CD7313">
            <w:pPr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E4F60A8" w14:textId="33718B9D" w:rsidR="0097191D" w:rsidRPr="00CB7162" w:rsidRDefault="0097191D" w:rsidP="00CD7313">
            <w:pPr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760F67D4" w14:textId="77777777" w:rsidTr="00B07CB1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2300168C" w14:textId="77777777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493197C" w14:textId="175CBAAF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27A854" w14:textId="77777777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629A0ED" w14:textId="1EBCFC4C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3F93EBAC" w14:textId="77777777" w:rsidTr="00970B43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70197BA1" w14:textId="567799BE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80F3803" w14:textId="556DCB34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C6CA32E" w14:textId="77777777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EC0A557" w14:textId="118D1509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03CFBA5D" w14:textId="77777777" w:rsidTr="00970B43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11A7DCE6" w14:textId="77777777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8C50312" w14:textId="1CA8C55A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FA4D506" w14:textId="77777777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0AEFA93" w14:textId="7615066F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210C22C7" w14:textId="77777777" w:rsidTr="00BD300F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69C1BFF7" w14:textId="729D766E" w:rsidR="0097191D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32D370F" w14:textId="6FD216CE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23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B27EF52" w14:textId="77777777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673CC2DA" w14:textId="41FEE870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060D6F0F" w14:textId="77777777" w:rsidTr="00BD300F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78FBDE04" w14:textId="77777777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99EF040" w14:textId="48EE4C8F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F12DEEC" w14:textId="77777777" w:rsidR="0097191D" w:rsidRPr="00CB7162" w:rsidRDefault="0097191D" w:rsidP="00D05D4A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044AF7F" w14:textId="46380B36" w:rsidR="0097191D" w:rsidRPr="00CB7162" w:rsidRDefault="0097191D" w:rsidP="00D05D4A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7BFEEEA5" w14:textId="77777777" w:rsidTr="00753602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054EAEF9" w14:textId="18816204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C6A56B5" w14:textId="71813803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CCFAD4B" w14:textId="77777777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15551478" w14:textId="671DC9B2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71BCA562" w14:textId="77777777" w:rsidTr="00753602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7CC80EF5" w14:textId="77777777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E1632D6" w14:textId="369B3EE1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</w:t>
            </w:r>
            <w:r>
              <w:rPr>
                <w:rFonts w:ascii="Century Gothic" w:eastAsia="Times New Roman" w:hAnsi="Century Gothic" w:cs="Calibri"/>
                <w:b/>
                <w:color w:val="000000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77FA65B" w14:textId="77777777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D506EEF" w14:textId="56AC3525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4A16297F" w14:textId="77777777" w:rsidTr="00F4379C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7A21C2B9" w14:textId="4BA70E54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D218348" w14:textId="21F2C950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</w:t>
            </w:r>
            <w:r>
              <w:rPr>
                <w:rFonts w:ascii="Century Gothic" w:eastAsia="Times New Roman" w:hAnsi="Century Gothic" w:cs="Calibri"/>
                <w:b/>
                <w:color w:val="000000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6E83E56" w14:textId="77777777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049CBA5" w14:textId="4BBA58AA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50ACCFA9" w14:textId="77777777" w:rsidTr="00F4379C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11B1C523" w14:textId="77777777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F42BB96" w14:textId="7C382A0A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</w:t>
            </w:r>
            <w:r>
              <w:rPr>
                <w:rFonts w:ascii="Century Gothic" w:eastAsia="Times New Roman" w:hAnsi="Century Gothic" w:cs="Calibri"/>
                <w:b/>
                <w:color w:val="000000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5D58774" w14:textId="77777777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AE079C8" w14:textId="6B1D8072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6B82F999" w14:textId="77777777" w:rsidTr="00BB322F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3747CEF5" w14:textId="66DA09D7" w:rsidR="0097191D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0A776B7" w14:textId="6BE47ACC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29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5C4D49F" w14:textId="77777777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E937F2F" w14:textId="14BBDAC8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7D02A525" w14:textId="77777777" w:rsidTr="00BB322F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7427BC96" w14:textId="77777777" w:rsidR="0097191D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AAE6662" w14:textId="58DB67BE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24824E3" w14:textId="77777777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5DC3C50" w14:textId="79544E2E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7E3F7B5B" w14:textId="77777777" w:rsidTr="00E14DBF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066AC055" w14:textId="2113B83A" w:rsidR="0097191D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98685B5" w14:textId="337ABB28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9DB3385" w14:textId="77777777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1D54832" w14:textId="5A8F6324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3C580DA3" w14:textId="77777777" w:rsidTr="00E14DBF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51E257BE" w14:textId="77777777" w:rsidR="0097191D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46C400D" w14:textId="48612557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FBF5793" w14:textId="77777777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9C3170D" w14:textId="5092EDF3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20D47597" w14:textId="77777777" w:rsidTr="006C718A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68093792" w14:textId="71FDCB65" w:rsidR="0097191D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90FFDBC" w14:textId="734CE565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8055B79" w14:textId="77777777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495A1B41" w14:textId="5DE72864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065E8FF1" w14:textId="77777777" w:rsidTr="006C718A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24FD01E0" w14:textId="77777777" w:rsidR="0097191D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1AFE7B1" w14:textId="44A5BAD3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89F9A17" w14:textId="77777777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663124D3" w14:textId="35D7F35A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2DB54669" w14:textId="77777777" w:rsidTr="00F14DA3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71A13E60" w14:textId="6D4C72CF" w:rsidR="0097191D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18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4C4C97E" w14:textId="193DC452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5DACC30" w14:textId="77777777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1F58D377" w14:textId="24DB2302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78F0FD45" w14:textId="77777777" w:rsidTr="00F14DA3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06A1D236" w14:textId="77777777" w:rsidR="0097191D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E5AFD3E" w14:textId="51E2D8BE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23A6254" w14:textId="77777777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D7E7F92" w14:textId="4406C182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58FE844B" w14:textId="77777777" w:rsidTr="00B15FD1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607986AD" w14:textId="51721AE4" w:rsidR="0097191D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0313C5F" w14:textId="090A0549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FBE566E" w14:textId="77777777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F23519C" w14:textId="4EED46B4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0C355E39" w14:textId="77777777" w:rsidTr="00B15FD1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2EBC4A49" w14:textId="77777777" w:rsidR="0097191D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7261B0C" w14:textId="31308DCA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138E671" w14:textId="77777777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E299DC" w14:textId="6DDB4D7F" w:rsidR="0097191D" w:rsidRPr="00CB7162" w:rsidRDefault="0097191D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32B6F04F" w14:textId="77777777" w:rsidTr="00DA1DD0">
        <w:trPr>
          <w:trHeight w:val="482"/>
          <w:jc w:val="center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14:paraId="6535F6F6" w14:textId="0A33FFF6" w:rsidR="0097191D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9B42EBC" w14:textId="087AAC70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071BA1D" w14:textId="77777777" w:rsidR="0097191D" w:rsidRPr="00CB7162" w:rsidRDefault="0097191D" w:rsidP="00EA3207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FDBFE1" w14:textId="77777777" w:rsidR="0097191D" w:rsidRPr="00CB7162" w:rsidRDefault="0097191D" w:rsidP="00EA3207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97191D" w:rsidRPr="00CB7162" w14:paraId="66C9937E" w14:textId="77777777" w:rsidTr="00DA1DD0">
        <w:trPr>
          <w:trHeight w:val="482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3A5AC99A" w14:textId="77777777" w:rsidR="0097191D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F2DCACF" w14:textId="625036FF" w:rsidR="0097191D" w:rsidRPr="004C6B27" w:rsidRDefault="0097191D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40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ACA4550" w14:textId="77777777" w:rsidR="0097191D" w:rsidRPr="00CB7162" w:rsidRDefault="0097191D" w:rsidP="00EA3207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D1C6F0" w14:textId="77777777" w:rsidR="0097191D" w:rsidRPr="00CB7162" w:rsidRDefault="0097191D" w:rsidP="00EA3207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</w:tbl>
    <w:p w14:paraId="766C6740" w14:textId="4557F105" w:rsidR="00CB7162" w:rsidRDefault="00CB7162" w:rsidP="00CB7162">
      <w:pPr>
        <w:rPr>
          <w:rFonts w:ascii="Century Gothic" w:hAnsi="Century Gothic"/>
          <w:b/>
          <w:sz w:val="28"/>
        </w:rPr>
      </w:pPr>
    </w:p>
    <w:p w14:paraId="59C63471" w14:textId="23D6B4E9" w:rsidR="0002554D" w:rsidRDefault="0002554D" w:rsidP="00CB7162">
      <w:pPr>
        <w:rPr>
          <w:rFonts w:ascii="Century Gothic" w:hAnsi="Century Gothic"/>
          <w:b/>
          <w:sz w:val="28"/>
        </w:rPr>
      </w:pPr>
    </w:p>
    <w:p w14:paraId="7EE70AA9" w14:textId="0090E232" w:rsidR="0002554D" w:rsidRDefault="0002554D" w:rsidP="00CB7162">
      <w:pPr>
        <w:rPr>
          <w:rFonts w:ascii="Century Gothic" w:hAnsi="Century Gothic"/>
          <w:b/>
          <w:sz w:val="28"/>
        </w:rPr>
      </w:pPr>
    </w:p>
    <w:p w14:paraId="514241C0" w14:textId="75E13552" w:rsidR="0002554D" w:rsidRDefault="0002554D" w:rsidP="00CB7162">
      <w:pPr>
        <w:rPr>
          <w:rFonts w:ascii="Century Gothic" w:hAnsi="Century Gothic"/>
          <w:b/>
          <w:sz w:val="28"/>
        </w:rPr>
      </w:pPr>
    </w:p>
    <w:p w14:paraId="5BC77689" w14:textId="0E1B4768" w:rsidR="0002554D" w:rsidRDefault="0002554D" w:rsidP="00CB7162">
      <w:pPr>
        <w:rPr>
          <w:rFonts w:ascii="Century Gothic" w:hAnsi="Century Gothic"/>
          <w:b/>
          <w:sz w:val="28"/>
        </w:rPr>
      </w:pPr>
    </w:p>
    <w:p w14:paraId="478F07E5" w14:textId="552EAEFC" w:rsidR="0002554D" w:rsidRDefault="0002554D" w:rsidP="00CB7162">
      <w:pPr>
        <w:rPr>
          <w:rFonts w:ascii="Century Gothic" w:hAnsi="Century Gothic"/>
          <w:b/>
          <w:sz w:val="28"/>
        </w:rPr>
      </w:pPr>
    </w:p>
    <w:p w14:paraId="7AFBEEBB" w14:textId="2E027F6F" w:rsidR="0002554D" w:rsidRDefault="0002554D" w:rsidP="00CB7162">
      <w:pPr>
        <w:rPr>
          <w:rFonts w:ascii="Century Gothic" w:hAnsi="Century Gothic"/>
          <w:b/>
          <w:sz w:val="28"/>
        </w:rPr>
      </w:pPr>
    </w:p>
    <w:p w14:paraId="30DF96C6" w14:textId="0CA7EE6B" w:rsidR="0002554D" w:rsidRDefault="0002554D" w:rsidP="00CB7162">
      <w:pPr>
        <w:rPr>
          <w:rFonts w:ascii="Century Gothic" w:hAnsi="Century Gothic"/>
          <w:b/>
          <w:sz w:val="28"/>
        </w:rPr>
      </w:pPr>
    </w:p>
    <w:p w14:paraId="21723319" w14:textId="351F10B6" w:rsidR="0002554D" w:rsidRDefault="0002554D" w:rsidP="00CB7162">
      <w:pPr>
        <w:rPr>
          <w:rFonts w:ascii="Century Gothic" w:hAnsi="Century Gothic"/>
          <w:b/>
          <w:sz w:val="28"/>
        </w:rPr>
      </w:pPr>
    </w:p>
    <w:p w14:paraId="03D0ECAA" w14:textId="0113E15F" w:rsidR="0002554D" w:rsidRDefault="0002554D" w:rsidP="00CB7162">
      <w:pPr>
        <w:rPr>
          <w:rFonts w:ascii="Century Gothic" w:hAnsi="Century Gothic"/>
          <w:b/>
          <w:sz w:val="28"/>
        </w:rPr>
      </w:pPr>
    </w:p>
    <w:p w14:paraId="72B9A20C" w14:textId="092E4499" w:rsidR="0002554D" w:rsidRDefault="0002554D" w:rsidP="00CB7162">
      <w:pPr>
        <w:rPr>
          <w:rFonts w:ascii="Century Gothic" w:hAnsi="Century Gothic"/>
          <w:b/>
          <w:sz w:val="28"/>
        </w:rPr>
      </w:pPr>
    </w:p>
    <w:p w14:paraId="4A4DC0C9" w14:textId="77777777" w:rsidR="00C1404D" w:rsidRDefault="00C1404D">
      <w:pPr>
        <w:rPr>
          <w:rFonts w:ascii="Century Gothic" w:hAnsi="Century Gothic"/>
          <w:b/>
          <w:bCs/>
          <w:sz w:val="28"/>
        </w:rPr>
      </w:pPr>
      <w:r>
        <w:rPr>
          <w:rFonts w:ascii="Century Gothic" w:hAnsi="Century Gothic"/>
          <w:b/>
          <w:bCs/>
          <w:sz w:val="28"/>
        </w:rPr>
        <w:br w:type="page"/>
      </w:r>
    </w:p>
    <w:p w14:paraId="03927206" w14:textId="15110DDE" w:rsidR="0002554D" w:rsidRPr="00FE5349" w:rsidRDefault="0002554D" w:rsidP="0002554D">
      <w:pPr>
        <w:jc w:val="center"/>
        <w:rPr>
          <w:rFonts w:ascii="Century Gothic" w:hAnsi="Century Gothic"/>
          <w:b/>
          <w:bCs/>
          <w:sz w:val="28"/>
        </w:rPr>
      </w:pPr>
      <w:r w:rsidRPr="00FE5349">
        <w:rPr>
          <w:rFonts w:ascii="Century Gothic" w:hAnsi="Century Gothic"/>
          <w:b/>
          <w:bCs/>
          <w:sz w:val="28"/>
        </w:rPr>
        <w:lastRenderedPageBreak/>
        <w:t>Objectifs TS</w:t>
      </w:r>
    </w:p>
    <w:p w14:paraId="242D0049" w14:textId="6453B0DE" w:rsidR="0002554D" w:rsidRDefault="0002554D" w:rsidP="0002554D">
      <w:pPr>
        <w:jc w:val="center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« Thème du test »</w:t>
      </w:r>
    </w:p>
    <w:p w14:paraId="6D70BB85" w14:textId="77777777" w:rsidR="0002554D" w:rsidRDefault="0002554D" w:rsidP="0002554D">
      <w:pPr>
        <w:jc w:val="center"/>
        <w:rPr>
          <w:rFonts w:ascii="Century Gothic" w:hAnsi="Century Gothic"/>
          <w:sz w:val="28"/>
        </w:rPr>
      </w:pPr>
    </w:p>
    <w:p w14:paraId="18D6D6B4" w14:textId="77777777" w:rsidR="0002554D" w:rsidRDefault="0002554D" w:rsidP="0002554D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3B920782" wp14:editId="6C36D74C">
            <wp:simplePos x="0" y="0"/>
            <wp:positionH relativeFrom="column">
              <wp:posOffset>0</wp:posOffset>
            </wp:positionH>
            <wp:positionV relativeFrom="paragraph">
              <wp:posOffset>147355</wp:posOffset>
            </wp:positionV>
            <wp:extent cx="342900" cy="342900"/>
            <wp:effectExtent l="0" t="0" r="0" b="0"/>
            <wp:wrapSquare wrapText="bothSides"/>
            <wp:docPr id="6" name="Graphique 6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F774C3" w14:textId="2224FD32" w:rsidR="0002554D" w:rsidRDefault="0002554D" w:rsidP="0002554D">
      <w:pPr>
        <w:spacing w:line="48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0288" behindDoc="0" locked="0" layoutInCell="1" allowOverlap="1" wp14:anchorId="0EEE6CFB" wp14:editId="6BD7A216">
            <wp:simplePos x="0" y="0"/>
            <wp:positionH relativeFrom="column">
              <wp:posOffset>0</wp:posOffset>
            </wp:positionH>
            <wp:positionV relativeFrom="paragraph">
              <wp:posOffset>395138</wp:posOffset>
            </wp:positionV>
            <wp:extent cx="342900" cy="342900"/>
            <wp:effectExtent l="0" t="0" r="0" b="0"/>
            <wp:wrapSquare wrapText="bothSides"/>
            <wp:docPr id="1" name="Graphique 1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</w:rPr>
        <w:t>Je sais …</w:t>
      </w:r>
    </w:p>
    <w:p w14:paraId="24470740" w14:textId="66EC777E" w:rsidR="0002554D" w:rsidRDefault="0002554D" w:rsidP="0002554D">
      <w:pPr>
        <w:spacing w:line="48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1312" behindDoc="0" locked="0" layoutInCell="1" allowOverlap="1" wp14:anchorId="4A721C14" wp14:editId="16AC0F4C">
            <wp:simplePos x="0" y="0"/>
            <wp:positionH relativeFrom="column">
              <wp:posOffset>0</wp:posOffset>
            </wp:positionH>
            <wp:positionV relativeFrom="paragraph">
              <wp:posOffset>374496</wp:posOffset>
            </wp:positionV>
            <wp:extent cx="342900" cy="342900"/>
            <wp:effectExtent l="0" t="0" r="0" b="0"/>
            <wp:wrapSquare wrapText="bothSides"/>
            <wp:docPr id="2" name="Graphique 2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</w:rPr>
        <w:t>Je peux …</w:t>
      </w:r>
    </w:p>
    <w:p w14:paraId="53EDF4BF" w14:textId="1361E7C5" w:rsidR="0002554D" w:rsidRDefault="0002554D" w:rsidP="0002554D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Objectif 3</w:t>
      </w:r>
    </w:p>
    <w:p w14:paraId="6AD31CB3" w14:textId="77777777" w:rsidR="0002554D" w:rsidRDefault="0002554D" w:rsidP="0002554D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2336" behindDoc="0" locked="0" layoutInCell="1" allowOverlap="1" wp14:anchorId="61D39CE4" wp14:editId="0E36BF35">
            <wp:simplePos x="0" y="0"/>
            <wp:positionH relativeFrom="column">
              <wp:posOffset>0</wp:posOffset>
            </wp:positionH>
            <wp:positionV relativeFrom="paragraph">
              <wp:posOffset>147187</wp:posOffset>
            </wp:positionV>
            <wp:extent cx="342900" cy="342900"/>
            <wp:effectExtent l="0" t="0" r="0" b="0"/>
            <wp:wrapSquare wrapText="bothSides"/>
            <wp:docPr id="3" name="Graphique 3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00ECA6" w14:textId="1D89D433" w:rsidR="0002554D" w:rsidRDefault="0002554D" w:rsidP="0002554D">
      <w:pPr>
        <w:spacing w:line="48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3360" behindDoc="0" locked="0" layoutInCell="1" allowOverlap="1" wp14:anchorId="655208B4" wp14:editId="1724C0ED">
            <wp:simplePos x="0" y="0"/>
            <wp:positionH relativeFrom="column">
              <wp:posOffset>0</wp:posOffset>
            </wp:positionH>
            <wp:positionV relativeFrom="paragraph">
              <wp:posOffset>355056</wp:posOffset>
            </wp:positionV>
            <wp:extent cx="342900" cy="342900"/>
            <wp:effectExtent l="0" t="0" r="0" b="0"/>
            <wp:wrapSquare wrapText="bothSides"/>
            <wp:docPr id="4" name="Graphique 4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</w:rPr>
        <w:t>Objectif 4</w:t>
      </w:r>
    </w:p>
    <w:p w14:paraId="7E836C40" w14:textId="257C1F5F" w:rsidR="0002554D" w:rsidRDefault="0002554D" w:rsidP="0002554D">
      <w:pPr>
        <w:spacing w:line="48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4384" behindDoc="0" locked="0" layoutInCell="1" allowOverlap="1" wp14:anchorId="780A0E46" wp14:editId="34D28CE4">
            <wp:simplePos x="0" y="0"/>
            <wp:positionH relativeFrom="column">
              <wp:posOffset>0</wp:posOffset>
            </wp:positionH>
            <wp:positionV relativeFrom="paragraph">
              <wp:posOffset>385089</wp:posOffset>
            </wp:positionV>
            <wp:extent cx="342900" cy="342900"/>
            <wp:effectExtent l="0" t="0" r="0" b="0"/>
            <wp:wrapSquare wrapText="bothSides"/>
            <wp:docPr id="5" name="Graphique 5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</w:rPr>
        <w:t>Objectif 5</w:t>
      </w:r>
    </w:p>
    <w:p w14:paraId="786C7FF5" w14:textId="4F0F2742" w:rsidR="0002554D" w:rsidRPr="0002554D" w:rsidRDefault="0002554D" w:rsidP="0002554D">
      <w:pPr>
        <w:tabs>
          <w:tab w:val="left" w:pos="2520"/>
        </w:tabs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…..</w:t>
      </w:r>
    </w:p>
    <w:sectPr w:rsidR="0002554D" w:rsidRPr="0002554D" w:rsidSect="008728BD">
      <w:head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21798" w14:textId="77777777" w:rsidR="006D5008" w:rsidRDefault="006D5008" w:rsidP="00CB7162">
      <w:r>
        <w:separator/>
      </w:r>
    </w:p>
  </w:endnote>
  <w:endnote w:type="continuationSeparator" w:id="0">
    <w:p w14:paraId="66E3863F" w14:textId="77777777" w:rsidR="006D5008" w:rsidRDefault="006D5008" w:rsidP="00CB7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F0A96" w14:textId="77777777" w:rsidR="006D5008" w:rsidRDefault="006D5008" w:rsidP="00CB7162">
      <w:r>
        <w:separator/>
      </w:r>
    </w:p>
  </w:footnote>
  <w:footnote w:type="continuationSeparator" w:id="0">
    <w:p w14:paraId="0B41913A" w14:textId="77777777" w:rsidR="006D5008" w:rsidRDefault="006D5008" w:rsidP="00CB7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E5785" w14:textId="4D5DDA58" w:rsidR="00581FF4" w:rsidRDefault="00FD7268">
    <w:pPr>
      <w:pStyle w:val="En-tte"/>
    </w:pPr>
    <w:r>
      <w:t>Date</w:t>
    </w:r>
    <w:r w:rsidR="00CB7162">
      <w:tab/>
    </w:r>
    <w:r w:rsidR="00CB7162">
      <w:tab/>
    </w:r>
    <w:r>
      <w:t>Auteur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8F5C57"/>
    <w:multiLevelType w:val="hybridMultilevel"/>
    <w:tmpl w:val="C10C8C32"/>
    <w:lvl w:ilvl="0" w:tplc="13E82C60">
      <w:start w:val="28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E166A"/>
    <w:multiLevelType w:val="hybridMultilevel"/>
    <w:tmpl w:val="31EA47DE"/>
    <w:lvl w:ilvl="0" w:tplc="E1EA82CC">
      <w:start w:val="28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5C62EE"/>
    <w:multiLevelType w:val="hybridMultilevel"/>
    <w:tmpl w:val="8568709C"/>
    <w:lvl w:ilvl="0" w:tplc="C2D26FE8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5F4A9A"/>
    <w:multiLevelType w:val="hybridMultilevel"/>
    <w:tmpl w:val="C6D46166"/>
    <w:lvl w:ilvl="0" w:tplc="7B7EF752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972E9"/>
    <w:multiLevelType w:val="hybridMultilevel"/>
    <w:tmpl w:val="C930BAD6"/>
    <w:lvl w:ilvl="0" w:tplc="70BC44B2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1FD"/>
    <w:rsid w:val="000122D4"/>
    <w:rsid w:val="00023B9D"/>
    <w:rsid w:val="0002554D"/>
    <w:rsid w:val="0007215A"/>
    <w:rsid w:val="00083399"/>
    <w:rsid w:val="000C305F"/>
    <w:rsid w:val="0015025A"/>
    <w:rsid w:val="00170F37"/>
    <w:rsid w:val="001C310A"/>
    <w:rsid w:val="001D48EB"/>
    <w:rsid w:val="001E03DB"/>
    <w:rsid w:val="001F2E20"/>
    <w:rsid w:val="001F5941"/>
    <w:rsid w:val="00202FEA"/>
    <w:rsid w:val="002278E2"/>
    <w:rsid w:val="0023480D"/>
    <w:rsid w:val="00251516"/>
    <w:rsid w:val="002B576C"/>
    <w:rsid w:val="002C108F"/>
    <w:rsid w:val="002D4745"/>
    <w:rsid w:val="003071B4"/>
    <w:rsid w:val="003669DA"/>
    <w:rsid w:val="003D0E6C"/>
    <w:rsid w:val="00406B5D"/>
    <w:rsid w:val="00406E8E"/>
    <w:rsid w:val="0042449B"/>
    <w:rsid w:val="00455EED"/>
    <w:rsid w:val="00470DB6"/>
    <w:rsid w:val="00497A2E"/>
    <w:rsid w:val="004C21F9"/>
    <w:rsid w:val="004C31E7"/>
    <w:rsid w:val="004C6B27"/>
    <w:rsid w:val="00504455"/>
    <w:rsid w:val="005166FE"/>
    <w:rsid w:val="00533642"/>
    <w:rsid w:val="00581FF4"/>
    <w:rsid w:val="00582A18"/>
    <w:rsid w:val="00613C41"/>
    <w:rsid w:val="0065764D"/>
    <w:rsid w:val="00660FF3"/>
    <w:rsid w:val="00666632"/>
    <w:rsid w:val="006851FD"/>
    <w:rsid w:val="006C1C99"/>
    <w:rsid w:val="006D5008"/>
    <w:rsid w:val="006F6F1F"/>
    <w:rsid w:val="007062FE"/>
    <w:rsid w:val="007144F1"/>
    <w:rsid w:val="00716DF8"/>
    <w:rsid w:val="007A04FF"/>
    <w:rsid w:val="007D07C6"/>
    <w:rsid w:val="0080634C"/>
    <w:rsid w:val="00812BF8"/>
    <w:rsid w:val="00824D30"/>
    <w:rsid w:val="008728BD"/>
    <w:rsid w:val="008D50A9"/>
    <w:rsid w:val="008E006A"/>
    <w:rsid w:val="00906C77"/>
    <w:rsid w:val="00923D1C"/>
    <w:rsid w:val="0097191D"/>
    <w:rsid w:val="00980EE4"/>
    <w:rsid w:val="00987ECF"/>
    <w:rsid w:val="009A2AF2"/>
    <w:rsid w:val="009D14B9"/>
    <w:rsid w:val="009E213B"/>
    <w:rsid w:val="009E3A28"/>
    <w:rsid w:val="00A07950"/>
    <w:rsid w:val="00B11850"/>
    <w:rsid w:val="00B31EBD"/>
    <w:rsid w:val="00B345F1"/>
    <w:rsid w:val="00B65A66"/>
    <w:rsid w:val="00BC1407"/>
    <w:rsid w:val="00BC4AD7"/>
    <w:rsid w:val="00BE3B59"/>
    <w:rsid w:val="00C1404D"/>
    <w:rsid w:val="00CB7162"/>
    <w:rsid w:val="00CC5810"/>
    <w:rsid w:val="00CD22F3"/>
    <w:rsid w:val="00CD7313"/>
    <w:rsid w:val="00D05D4A"/>
    <w:rsid w:val="00D500B8"/>
    <w:rsid w:val="00DC2390"/>
    <w:rsid w:val="00E90902"/>
    <w:rsid w:val="00EB4C3C"/>
    <w:rsid w:val="00EC30BD"/>
    <w:rsid w:val="00F13424"/>
    <w:rsid w:val="00F35BB3"/>
    <w:rsid w:val="00F474C6"/>
    <w:rsid w:val="00F61012"/>
    <w:rsid w:val="00FD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B0B32"/>
  <w15:chartTrackingRefBased/>
  <w15:docId w15:val="{2DB7C1C1-205B-004B-905B-2C4DDF87A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EC30B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716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B71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7162"/>
  </w:style>
  <w:style w:type="paragraph" w:styleId="Pieddepage">
    <w:name w:val="footer"/>
    <w:basedOn w:val="Normal"/>
    <w:link w:val="PieddepageCar"/>
    <w:uiPriority w:val="99"/>
    <w:unhideWhenUsed/>
    <w:rsid w:val="00CB71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7162"/>
  </w:style>
  <w:style w:type="character" w:styleId="Lienhypertexte">
    <w:name w:val="Hyperlink"/>
    <w:basedOn w:val="Policepardfaut"/>
    <w:uiPriority w:val="99"/>
    <w:unhideWhenUsed/>
    <w:rsid w:val="003669DA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669DA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3669DA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EC30B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lexterm">
    <w:name w:val="lex_term"/>
    <w:basedOn w:val="Policepardfaut"/>
    <w:rsid w:val="00EC30BD"/>
  </w:style>
  <w:style w:type="paragraph" w:styleId="Textedebulles">
    <w:name w:val="Balloon Text"/>
    <w:basedOn w:val="Normal"/>
    <w:link w:val="TextedebullesCar"/>
    <w:uiPriority w:val="99"/>
    <w:semiHidden/>
    <w:unhideWhenUsed/>
    <w:rsid w:val="00D500B8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00B8"/>
    <w:rPr>
      <w:rFonts w:ascii="Times New Roman" w:hAnsi="Times New Roman" w:cs="Times New Roman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D731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D7313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D73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elodierobert-nicoud/Library/Group%20Containers/UBF8T346G9.Office/User%20Content.localized/Templates.localized/Planification%20de%20se&#769;que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Planification de séquence.dotx</Template>
  <TotalTime>127</TotalTime>
  <Pages>4</Pages>
  <Words>111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Elodie Robert-Nicoud</cp:lastModifiedBy>
  <cp:revision>51</cp:revision>
  <cp:lastPrinted>2019-08-25T16:51:00Z</cp:lastPrinted>
  <dcterms:created xsi:type="dcterms:W3CDTF">2019-08-24T10:37:00Z</dcterms:created>
  <dcterms:modified xsi:type="dcterms:W3CDTF">2021-08-04T18:19:00Z</dcterms:modified>
</cp:coreProperties>
</file>